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9AF423" w14:textId="2B466A21" w:rsidR="00843145" w:rsidRDefault="00CD6897" w:rsidP="0084314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843145">
        <w:rPr>
          <w:rFonts w:ascii="Corbel" w:hAnsi="Corbel"/>
          <w:bCs/>
          <w:i/>
        </w:rPr>
        <w:t xml:space="preserve">Załącznik nr 1.5 do Zarządzenia Rektora UR nr </w:t>
      </w:r>
      <w:r w:rsidR="00EA75A0">
        <w:rPr>
          <w:rFonts w:ascii="Corbel" w:hAnsi="Corbel"/>
          <w:bCs/>
          <w:i/>
        </w:rPr>
        <w:t>61</w:t>
      </w:r>
      <w:r w:rsidR="00843145">
        <w:rPr>
          <w:rFonts w:ascii="Corbel" w:hAnsi="Corbel"/>
          <w:bCs/>
          <w:i/>
        </w:rPr>
        <w:t>/202</w:t>
      </w:r>
      <w:r w:rsidR="00EA75A0">
        <w:rPr>
          <w:rFonts w:ascii="Corbel" w:hAnsi="Corbel"/>
          <w:bCs/>
          <w:i/>
        </w:rPr>
        <w:t>5</w:t>
      </w:r>
    </w:p>
    <w:p w14:paraId="01949020" w14:textId="77777777" w:rsidR="00843145" w:rsidRDefault="00843145" w:rsidP="0084314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3B69D1F3" w14:textId="78C708D5" w:rsidR="00843145" w:rsidRDefault="00843145" w:rsidP="0084314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</w:t>
      </w:r>
      <w:r w:rsidR="009B54D8">
        <w:rPr>
          <w:rFonts w:ascii="Corbel" w:hAnsi="Corbel"/>
          <w:b/>
          <w:smallCaps/>
          <w:sz w:val="24"/>
          <w:szCs w:val="24"/>
        </w:rPr>
        <w:t>5</w:t>
      </w:r>
      <w:r>
        <w:rPr>
          <w:rFonts w:ascii="Corbel" w:hAnsi="Corbel"/>
          <w:b/>
          <w:smallCaps/>
          <w:sz w:val="24"/>
          <w:szCs w:val="24"/>
        </w:rPr>
        <w:t>-20</w:t>
      </w:r>
      <w:r w:rsidR="009B54D8">
        <w:rPr>
          <w:rFonts w:ascii="Corbel" w:hAnsi="Corbel"/>
          <w:b/>
          <w:smallCaps/>
          <w:sz w:val="24"/>
          <w:szCs w:val="24"/>
        </w:rPr>
        <w:t>30</w:t>
      </w:r>
    </w:p>
    <w:p w14:paraId="65A82534" w14:textId="77777777" w:rsidR="00843145" w:rsidRDefault="00843145" w:rsidP="00843145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7E16BA79" w14:textId="1720B5CF" w:rsidR="00843145" w:rsidRDefault="00843145" w:rsidP="0084314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9B54D8">
        <w:rPr>
          <w:rFonts w:ascii="Corbel" w:hAnsi="Corbel"/>
          <w:sz w:val="20"/>
          <w:szCs w:val="20"/>
        </w:rPr>
        <w:t>9</w:t>
      </w:r>
      <w:r>
        <w:rPr>
          <w:rFonts w:ascii="Corbel" w:hAnsi="Corbel"/>
          <w:sz w:val="20"/>
          <w:szCs w:val="20"/>
        </w:rPr>
        <w:t>/20</w:t>
      </w:r>
      <w:r w:rsidR="009B54D8">
        <w:rPr>
          <w:rFonts w:ascii="Corbel" w:hAnsi="Corbel"/>
          <w:sz w:val="20"/>
          <w:szCs w:val="20"/>
        </w:rPr>
        <w:t>30</w:t>
      </w:r>
    </w:p>
    <w:p w14:paraId="21678EA8" w14:textId="77777777" w:rsidR="00EA75A0" w:rsidRDefault="00EA75A0" w:rsidP="0084314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53F7579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34F56" w:rsidRPr="009C54AE" w14:paraId="71B2B43B" w14:textId="77777777" w:rsidTr="00F86D1D">
        <w:trPr>
          <w:trHeight w:val="340"/>
        </w:trPr>
        <w:tc>
          <w:tcPr>
            <w:tcW w:w="2694" w:type="dxa"/>
            <w:vAlign w:val="center"/>
          </w:tcPr>
          <w:p w14:paraId="52E7CCA3" w14:textId="77777777" w:rsidR="00734F56" w:rsidRPr="00CA23EA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3E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A27D6E" w14:textId="096A397C" w:rsidR="00734F56" w:rsidRPr="005C4AC2" w:rsidRDefault="00257CAA" w:rsidP="00F86D1D">
            <w:pPr>
              <w:pStyle w:val="Odpowiedzi"/>
              <w:spacing w:before="0" w:after="0"/>
              <w:rPr>
                <w:rFonts w:ascii="Corbel" w:hAnsi="Corbel"/>
                <w:color w:val="auto"/>
                <w:sz w:val="24"/>
                <w:szCs w:val="24"/>
              </w:rPr>
            </w:pPr>
            <w:r w:rsidRPr="005C4AC2">
              <w:rPr>
                <w:rFonts w:ascii="Corbel" w:hAnsi="Corbel"/>
                <w:color w:val="auto"/>
                <w:sz w:val="24"/>
                <w:szCs w:val="24"/>
              </w:rPr>
              <w:t>Doradztwo podatkowe</w:t>
            </w:r>
          </w:p>
        </w:tc>
      </w:tr>
      <w:tr w:rsidR="00734F56" w:rsidRPr="009C54AE" w14:paraId="41ACD0F6" w14:textId="77777777" w:rsidTr="00F86D1D">
        <w:trPr>
          <w:trHeight w:val="340"/>
        </w:trPr>
        <w:tc>
          <w:tcPr>
            <w:tcW w:w="2694" w:type="dxa"/>
            <w:vAlign w:val="center"/>
          </w:tcPr>
          <w:p w14:paraId="6FB94260" w14:textId="77777777" w:rsidR="00734F56" w:rsidRPr="00CA23EA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3E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1346253" w14:textId="69D780DC" w:rsidR="00734F56" w:rsidRPr="00CA23EA" w:rsidRDefault="00734F56" w:rsidP="00F86D1D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734F56" w:rsidRPr="009C54AE" w14:paraId="3D4E8C0F" w14:textId="77777777" w:rsidTr="00F86D1D">
        <w:trPr>
          <w:trHeight w:val="340"/>
        </w:trPr>
        <w:tc>
          <w:tcPr>
            <w:tcW w:w="2694" w:type="dxa"/>
            <w:vAlign w:val="center"/>
          </w:tcPr>
          <w:p w14:paraId="1DD939CC" w14:textId="77777777" w:rsidR="00734F56" w:rsidRPr="00CA23EA" w:rsidRDefault="00734F5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A23E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18B0514" w14:textId="4CDE6C03" w:rsidR="00734F56" w:rsidRPr="00CA23EA" w:rsidRDefault="0074571B" w:rsidP="00F86D1D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734F56" w:rsidRPr="009C54AE" w14:paraId="4B5304D1" w14:textId="77777777" w:rsidTr="00F86D1D">
        <w:trPr>
          <w:trHeight w:val="340"/>
        </w:trPr>
        <w:tc>
          <w:tcPr>
            <w:tcW w:w="2694" w:type="dxa"/>
            <w:vAlign w:val="center"/>
          </w:tcPr>
          <w:p w14:paraId="095FF358" w14:textId="77777777" w:rsidR="00734F56" w:rsidRPr="00CA23EA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3E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1072CEB" w14:textId="6F977D8E" w:rsidR="00734F56" w:rsidRPr="00CA23EA" w:rsidRDefault="0074571B" w:rsidP="00F86D1D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Katedra </w:t>
            </w:r>
            <w:r w:rsidR="00734F56" w:rsidRPr="00CA23EA">
              <w:rPr>
                <w:rFonts w:ascii="Corbel" w:hAnsi="Corbel"/>
                <w:b w:val="0"/>
                <w:sz w:val="24"/>
                <w:szCs w:val="24"/>
              </w:rPr>
              <w:t>Prawa Finansowego</w:t>
            </w:r>
            <w:r w:rsidR="007F0AA8" w:rsidRPr="00CA23E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734F56" w:rsidRPr="009C54AE" w14:paraId="2B3D96F2" w14:textId="77777777" w:rsidTr="00F86D1D">
        <w:trPr>
          <w:trHeight w:val="340"/>
        </w:trPr>
        <w:tc>
          <w:tcPr>
            <w:tcW w:w="2694" w:type="dxa"/>
            <w:vAlign w:val="center"/>
          </w:tcPr>
          <w:p w14:paraId="4AECB0C6" w14:textId="77777777" w:rsidR="00734F56" w:rsidRPr="00CA23EA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3E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5467684" w14:textId="77777777" w:rsidR="00734F56" w:rsidRPr="00CA23EA" w:rsidRDefault="00734F56" w:rsidP="00F86D1D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A23EA"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734F56" w:rsidRPr="009C54AE" w14:paraId="0DA52160" w14:textId="77777777" w:rsidTr="00F86D1D">
        <w:trPr>
          <w:trHeight w:val="340"/>
        </w:trPr>
        <w:tc>
          <w:tcPr>
            <w:tcW w:w="2694" w:type="dxa"/>
            <w:vAlign w:val="center"/>
          </w:tcPr>
          <w:p w14:paraId="74D49874" w14:textId="77777777" w:rsidR="00734F56" w:rsidRPr="00CA23EA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3E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AE9927A" w14:textId="67369882" w:rsidR="00734F56" w:rsidRPr="00CA23EA" w:rsidRDefault="00734F56" w:rsidP="00F86D1D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A23E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Jednolite </w:t>
            </w:r>
            <w:r w:rsidR="00257CAA" w:rsidRPr="00CA23EA">
              <w:rPr>
                <w:rFonts w:ascii="Corbel" w:hAnsi="Corbel"/>
                <w:b w:val="0"/>
                <w:color w:val="auto"/>
                <w:sz w:val="24"/>
                <w:szCs w:val="24"/>
              </w:rPr>
              <w:t>m</w:t>
            </w:r>
            <w:r w:rsidRPr="00CA23EA">
              <w:rPr>
                <w:rFonts w:ascii="Corbel" w:hAnsi="Corbel"/>
                <w:b w:val="0"/>
                <w:color w:val="auto"/>
                <w:sz w:val="24"/>
                <w:szCs w:val="24"/>
              </w:rPr>
              <w:t>agisterskie</w:t>
            </w:r>
          </w:p>
        </w:tc>
      </w:tr>
      <w:tr w:rsidR="00734F56" w:rsidRPr="009C54AE" w14:paraId="1BC50335" w14:textId="77777777" w:rsidTr="00F86D1D">
        <w:trPr>
          <w:trHeight w:val="340"/>
        </w:trPr>
        <w:tc>
          <w:tcPr>
            <w:tcW w:w="2694" w:type="dxa"/>
            <w:vAlign w:val="center"/>
          </w:tcPr>
          <w:p w14:paraId="12FE0531" w14:textId="77777777" w:rsidR="00734F56" w:rsidRPr="00CA23EA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3E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619EDD0" w14:textId="77777777" w:rsidR="00734F56" w:rsidRPr="00CA23EA" w:rsidRDefault="00734F56" w:rsidP="00F86D1D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A23EA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734F56" w:rsidRPr="009C54AE" w14:paraId="16769229" w14:textId="77777777" w:rsidTr="00F86D1D">
        <w:trPr>
          <w:trHeight w:val="340"/>
        </w:trPr>
        <w:tc>
          <w:tcPr>
            <w:tcW w:w="2694" w:type="dxa"/>
            <w:vAlign w:val="center"/>
          </w:tcPr>
          <w:p w14:paraId="7018B608" w14:textId="77777777" w:rsidR="00734F56" w:rsidRPr="00CA23EA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3E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F0C506E" w14:textId="6829F579" w:rsidR="00734F56" w:rsidRPr="00CA23EA" w:rsidRDefault="00257CAA" w:rsidP="00F86D1D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A23EA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734F56" w:rsidRPr="00CA23EA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734F56" w:rsidRPr="009C54AE" w14:paraId="58BC4288" w14:textId="77777777" w:rsidTr="00F86D1D">
        <w:trPr>
          <w:trHeight w:val="340"/>
        </w:trPr>
        <w:tc>
          <w:tcPr>
            <w:tcW w:w="2694" w:type="dxa"/>
            <w:vAlign w:val="center"/>
          </w:tcPr>
          <w:p w14:paraId="5DD1EEA8" w14:textId="77777777" w:rsidR="00734F56" w:rsidRPr="00CA23EA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3E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9BD92F9" w14:textId="4EFA2717" w:rsidR="00734F56" w:rsidRPr="00CA23EA" w:rsidRDefault="00734F56" w:rsidP="00F86D1D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A23E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V, semestr </w:t>
            </w:r>
            <w:r w:rsidR="00257CAA" w:rsidRPr="00CA23EA">
              <w:rPr>
                <w:rFonts w:ascii="Corbel" w:hAnsi="Corbel"/>
                <w:b w:val="0"/>
                <w:color w:val="auto"/>
                <w:sz w:val="24"/>
                <w:szCs w:val="24"/>
              </w:rPr>
              <w:t>X</w:t>
            </w:r>
          </w:p>
        </w:tc>
      </w:tr>
      <w:tr w:rsidR="00734F56" w:rsidRPr="009C54AE" w14:paraId="37FD279C" w14:textId="77777777" w:rsidTr="00F86D1D">
        <w:trPr>
          <w:trHeight w:val="340"/>
        </w:trPr>
        <w:tc>
          <w:tcPr>
            <w:tcW w:w="2694" w:type="dxa"/>
            <w:vAlign w:val="center"/>
          </w:tcPr>
          <w:p w14:paraId="495140B6" w14:textId="77777777" w:rsidR="00734F56" w:rsidRPr="00CA23EA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3E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D2C4FC5" w14:textId="77777777" w:rsidR="00734F56" w:rsidRPr="00CA23EA" w:rsidRDefault="00734F56" w:rsidP="00F86D1D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A23EA">
              <w:rPr>
                <w:rFonts w:ascii="Corbel" w:hAnsi="Corbel"/>
                <w:b w:val="0"/>
                <w:color w:val="auto"/>
                <w:sz w:val="24"/>
                <w:szCs w:val="24"/>
              </w:rPr>
              <w:t>Fakultatywny</w:t>
            </w:r>
          </w:p>
        </w:tc>
      </w:tr>
      <w:tr w:rsidR="00734F56" w:rsidRPr="009C54AE" w14:paraId="55948103" w14:textId="77777777" w:rsidTr="00F86D1D">
        <w:trPr>
          <w:trHeight w:val="340"/>
        </w:trPr>
        <w:tc>
          <w:tcPr>
            <w:tcW w:w="2694" w:type="dxa"/>
            <w:vAlign w:val="center"/>
          </w:tcPr>
          <w:p w14:paraId="05E56CDC" w14:textId="77777777" w:rsidR="00734F56" w:rsidRPr="00CA23EA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3E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D8DD796" w14:textId="505128B1" w:rsidR="00734F56" w:rsidRPr="00CA23EA" w:rsidRDefault="00885827" w:rsidP="00F86D1D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</w:pPr>
            <w:r w:rsidRPr="00CA23EA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P</w:t>
            </w:r>
            <w:r w:rsidR="00734F56" w:rsidRPr="00CA23EA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olski</w:t>
            </w:r>
          </w:p>
        </w:tc>
      </w:tr>
      <w:tr w:rsidR="00734F56" w:rsidRPr="00E858BE" w14:paraId="4276C01D" w14:textId="77777777" w:rsidTr="00F86D1D">
        <w:trPr>
          <w:trHeight w:val="340"/>
        </w:trPr>
        <w:tc>
          <w:tcPr>
            <w:tcW w:w="2694" w:type="dxa"/>
            <w:vAlign w:val="center"/>
          </w:tcPr>
          <w:p w14:paraId="3D264308" w14:textId="77777777" w:rsidR="00734F56" w:rsidRPr="00CA23EA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3E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FE655CE" w14:textId="4A1FFECA" w:rsidR="00734F56" w:rsidRPr="00CA23EA" w:rsidRDefault="00EA75A0" w:rsidP="00F86D1D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prof. dr</w:t>
            </w:r>
            <w:r w:rsidRPr="009729E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hab. Elżbieta Feret</w:t>
            </w:r>
          </w:p>
        </w:tc>
      </w:tr>
      <w:tr w:rsidR="00734F56" w:rsidRPr="009C54AE" w14:paraId="2C111C00" w14:textId="77777777" w:rsidTr="00F86D1D">
        <w:trPr>
          <w:trHeight w:val="340"/>
        </w:trPr>
        <w:tc>
          <w:tcPr>
            <w:tcW w:w="2694" w:type="dxa"/>
            <w:vAlign w:val="center"/>
          </w:tcPr>
          <w:p w14:paraId="60B4F12C" w14:textId="77777777" w:rsidR="00734F56" w:rsidRPr="00CA23EA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3E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05CCADA" w14:textId="487E563C" w:rsidR="00843145" w:rsidRDefault="00EA75A0" w:rsidP="00F86D1D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0F6D70">
              <w:rPr>
                <w:rFonts w:ascii="Corbel" w:hAnsi="Corbel"/>
                <w:b w:val="0"/>
                <w:color w:val="auto"/>
                <w:sz w:val="24"/>
                <w:szCs w:val="24"/>
              </w:rPr>
              <w:t>rof. dr</w:t>
            </w:r>
            <w:r w:rsidR="000F6D70" w:rsidRPr="009729E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hab. Elżbieta Feret, dr Paweł Majka</w:t>
            </w:r>
            <w:r w:rsidR="000F6D70">
              <w:rPr>
                <w:rFonts w:ascii="Corbel" w:hAnsi="Corbel"/>
                <w:b w:val="0"/>
                <w:color w:val="auto"/>
                <w:sz w:val="24"/>
                <w:szCs w:val="24"/>
              </w:rPr>
              <w:t>, dr Marta Sagan,</w:t>
            </w:r>
          </w:p>
          <w:p w14:paraId="1895209E" w14:textId="058F953C" w:rsidR="00734F56" w:rsidRPr="00CA23EA" w:rsidRDefault="000F6D70" w:rsidP="00F86D1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Anna Wójtowicz-Dawid, dr Joanna 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Łubina</w:t>
            </w:r>
            <w:proofErr w:type="spellEnd"/>
          </w:p>
        </w:tc>
      </w:tr>
    </w:tbl>
    <w:p w14:paraId="276BF43C" w14:textId="77777777" w:rsidR="0085747A" w:rsidRDefault="0085747A" w:rsidP="00EA75A0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858B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B991013" w14:textId="77777777" w:rsidR="00EA75A0" w:rsidRPr="009C54AE" w:rsidRDefault="00EA75A0" w:rsidP="00EA75A0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DBAA960" w14:textId="6D43005A" w:rsidR="0085747A" w:rsidRPr="009C54AE" w:rsidRDefault="0085747A" w:rsidP="00EA75A0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EA75A0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Formy zajęć dydaktycznych, wymiar godzin i punktów ECTS</w:t>
      </w:r>
    </w:p>
    <w:p w14:paraId="5D00B14C" w14:textId="77777777" w:rsidR="00923D7D" w:rsidRPr="009C54AE" w:rsidRDefault="00923D7D" w:rsidP="00EA75A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CC6EAED" w14:textId="77777777" w:rsidTr="00EA75A0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EA040" w14:textId="77777777" w:rsidR="00015B8F" w:rsidRDefault="00015B8F" w:rsidP="00EA75A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676A9D1" w14:textId="77777777" w:rsidR="00015B8F" w:rsidRPr="009C54AE" w:rsidRDefault="002B5EA0" w:rsidP="00EA75A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D866D" w14:textId="77777777" w:rsidR="00015B8F" w:rsidRPr="009C54AE" w:rsidRDefault="00015B8F" w:rsidP="00EA75A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AD2B8" w14:textId="77777777" w:rsidR="00015B8F" w:rsidRPr="009C54AE" w:rsidRDefault="00015B8F" w:rsidP="00EA75A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2D5DB" w14:textId="77777777" w:rsidR="00015B8F" w:rsidRPr="009C54AE" w:rsidRDefault="00015B8F" w:rsidP="00EA75A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2F386" w14:textId="77777777" w:rsidR="00015B8F" w:rsidRPr="009C54AE" w:rsidRDefault="00015B8F" w:rsidP="00EA75A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521A9" w14:textId="77777777" w:rsidR="00015B8F" w:rsidRPr="009C54AE" w:rsidRDefault="00015B8F" w:rsidP="00EA75A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94342" w14:textId="77777777" w:rsidR="00015B8F" w:rsidRPr="009C54AE" w:rsidRDefault="00015B8F" w:rsidP="00EA75A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62647" w14:textId="77777777" w:rsidR="00015B8F" w:rsidRPr="009C54AE" w:rsidRDefault="00015B8F" w:rsidP="00EA75A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72978" w14:textId="77777777" w:rsidR="00015B8F" w:rsidRPr="009C54AE" w:rsidRDefault="00015B8F" w:rsidP="00EA75A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E9280" w14:textId="77777777" w:rsidR="00015B8F" w:rsidRPr="009C54AE" w:rsidRDefault="00015B8F" w:rsidP="00EA75A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7ED684C" w14:textId="77777777" w:rsidTr="00EA75A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F694E" w14:textId="56198B9D" w:rsidR="00015B8F" w:rsidRPr="009C54AE" w:rsidRDefault="00257CAA" w:rsidP="00EA75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X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79BB3" w14:textId="0CA23464" w:rsidR="00015B8F" w:rsidRPr="009C54AE" w:rsidRDefault="00015B8F" w:rsidP="00EA75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CC4A4" w14:textId="77777777" w:rsidR="00015B8F" w:rsidRPr="009C54AE" w:rsidRDefault="00015B8F" w:rsidP="00EA75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0C4A3" w14:textId="0671E8D7" w:rsidR="00015B8F" w:rsidRPr="009C54AE" w:rsidRDefault="00257CAA" w:rsidP="00EA75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45AC3" w14:textId="77777777" w:rsidR="00015B8F" w:rsidRPr="009C54AE" w:rsidRDefault="00015B8F" w:rsidP="00EA75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AB180" w14:textId="77777777" w:rsidR="00015B8F" w:rsidRPr="009C54AE" w:rsidRDefault="00015B8F" w:rsidP="00EA75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839FE" w14:textId="77777777" w:rsidR="00015B8F" w:rsidRPr="009C54AE" w:rsidRDefault="00015B8F" w:rsidP="00EA75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58B7C" w14:textId="77777777" w:rsidR="00015B8F" w:rsidRPr="009C54AE" w:rsidRDefault="00015B8F" w:rsidP="00EA75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4DA98" w14:textId="77777777" w:rsidR="00015B8F" w:rsidRPr="009C54AE" w:rsidRDefault="00015B8F" w:rsidP="00EA75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2C06F" w14:textId="67411373" w:rsidR="00015B8F" w:rsidRPr="009C54AE" w:rsidRDefault="00257CAA" w:rsidP="00EA75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79C6FCC1" w14:textId="77777777" w:rsidR="00923D7D" w:rsidRPr="009C54AE" w:rsidRDefault="00923D7D" w:rsidP="00EA75A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A02C000" w14:textId="0D516180" w:rsidR="0085747A" w:rsidRDefault="0085747A" w:rsidP="00EA75A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Sposób realizacji zajęć</w:t>
      </w:r>
    </w:p>
    <w:p w14:paraId="18369F70" w14:textId="77777777" w:rsidR="00EA75A0" w:rsidRPr="009C54AE" w:rsidRDefault="00EA75A0" w:rsidP="00EA75A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168C9712" w14:textId="09BB5D6D" w:rsidR="0085747A" w:rsidRPr="009C54AE" w:rsidRDefault="00EA75A0" w:rsidP="00EA75A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A75A0">
        <w:rPr>
          <w:rFonts w:ascii="Corbel" w:hAnsi="Corbel"/>
          <w:bCs/>
          <w:smallCaps w:val="0"/>
          <w:szCs w:val="24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2A8C4390" w14:textId="08DA0B6E" w:rsidR="0085747A" w:rsidRPr="009C54AE" w:rsidRDefault="00EA75A0" w:rsidP="00EA75A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</w:t>
      </w:r>
      <w:r w:rsidR="0085747A"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6208C3BA" w14:textId="77777777" w:rsidR="0085747A" w:rsidRPr="009C54AE" w:rsidRDefault="0085747A" w:rsidP="00EA75A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5499D4D" w14:textId="66CBF976" w:rsidR="00E22FBC" w:rsidRPr="009C54AE" w:rsidRDefault="00E22FBC" w:rsidP="00EA75A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EA75A0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1FF8E55" w14:textId="77777777" w:rsidR="005C4AC2" w:rsidRDefault="005C4AC2" w:rsidP="00EA75A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244792" w14:textId="5ABC61F2" w:rsidR="009C54AE" w:rsidRPr="00EA75A0" w:rsidRDefault="00EA75A0" w:rsidP="00EA75A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Konwersatorium - e</w:t>
      </w:r>
      <w:r w:rsidR="00734F56" w:rsidRPr="00EA75A0">
        <w:rPr>
          <w:rFonts w:ascii="Corbel" w:hAnsi="Corbel"/>
          <w:b w:val="0"/>
          <w:smallCaps w:val="0"/>
          <w:szCs w:val="24"/>
        </w:rPr>
        <w:t>gzamin</w:t>
      </w:r>
    </w:p>
    <w:p w14:paraId="2EDA9983" w14:textId="77777777" w:rsidR="00E960BB" w:rsidRDefault="00E960BB" w:rsidP="00EA75A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3FF89B" w14:textId="1C022276" w:rsidR="00E960BB" w:rsidRDefault="0085747A" w:rsidP="00EA75A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EA75A0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>Wymagania wstępne</w:t>
      </w:r>
    </w:p>
    <w:p w14:paraId="6988C1D3" w14:textId="77777777" w:rsidR="005C4AC2" w:rsidRPr="009C54AE" w:rsidRDefault="005C4AC2" w:rsidP="00EA75A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95"/>
      </w:tblGrid>
      <w:tr w:rsidR="0085747A" w:rsidRPr="009C54AE" w14:paraId="2BDD2003" w14:textId="77777777" w:rsidTr="00EC1F01">
        <w:trPr>
          <w:trHeight w:val="399"/>
        </w:trPr>
        <w:tc>
          <w:tcPr>
            <w:tcW w:w="9395" w:type="dxa"/>
            <w:vAlign w:val="center"/>
          </w:tcPr>
          <w:p w14:paraId="183106C3" w14:textId="77E40598" w:rsidR="0085747A" w:rsidRPr="009C54AE" w:rsidRDefault="00734F56" w:rsidP="00EA75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4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Prawo </w:t>
            </w:r>
            <w:r w:rsidR="000102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podatkowe</w:t>
            </w:r>
            <w:r w:rsidRPr="00734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prawo finansów publicznych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D21DD44" w14:textId="77777777" w:rsidR="00153C41" w:rsidRDefault="00153C41" w:rsidP="00EA75A0">
      <w:pPr>
        <w:pStyle w:val="Punktygwne"/>
        <w:spacing w:before="0" w:after="0"/>
        <w:rPr>
          <w:rFonts w:ascii="Corbel" w:hAnsi="Corbel"/>
          <w:szCs w:val="24"/>
        </w:rPr>
      </w:pPr>
    </w:p>
    <w:p w14:paraId="77327329" w14:textId="6DEBF601" w:rsidR="0085747A" w:rsidRPr="00C05F44" w:rsidRDefault="00843145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060D7B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6578D69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CD51DE" w14:textId="710B2AA5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EA75A0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41FBFBB" w14:textId="77777777" w:rsidR="00EA75A0" w:rsidRDefault="00EA75A0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8846"/>
      </w:tblGrid>
      <w:tr w:rsidR="00734F56" w:rsidRPr="00734F56" w14:paraId="1859AB35" w14:textId="77777777" w:rsidTr="00DF6456">
        <w:tc>
          <w:tcPr>
            <w:tcW w:w="668" w:type="dxa"/>
            <w:vAlign w:val="center"/>
          </w:tcPr>
          <w:p w14:paraId="4ACAAAE2" w14:textId="1618DBEC" w:rsidR="00734F56" w:rsidRPr="00734F56" w:rsidRDefault="00734F56" w:rsidP="00EA75A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Corbel" w:eastAsia="Times New Roman" w:hAnsi="Corbel"/>
                <w:szCs w:val="20"/>
                <w:lang w:eastAsia="pl-PL"/>
              </w:rPr>
            </w:pPr>
            <w:r w:rsidRPr="00734F56">
              <w:rPr>
                <w:rFonts w:ascii="Corbel" w:eastAsia="Times New Roman" w:hAnsi="Corbel"/>
                <w:szCs w:val="20"/>
                <w:lang w:eastAsia="pl-PL"/>
              </w:rPr>
              <w:t>C1</w:t>
            </w:r>
          </w:p>
        </w:tc>
        <w:tc>
          <w:tcPr>
            <w:tcW w:w="8846" w:type="dxa"/>
            <w:vAlign w:val="center"/>
          </w:tcPr>
          <w:p w14:paraId="5C0A75E5" w14:textId="6364DAC0" w:rsidR="00734F56" w:rsidRPr="00734F56" w:rsidRDefault="00AB2460" w:rsidP="00EA75A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 xml:space="preserve">Przekazanie wiedzy </w:t>
            </w:r>
            <w:r w:rsidR="00734F56" w:rsidRPr="00734F56">
              <w:rPr>
                <w:rFonts w:ascii="Corbel" w:eastAsia="Times New Roman" w:hAnsi="Corbel"/>
                <w:lang w:eastAsia="pl-PL"/>
              </w:rPr>
              <w:t xml:space="preserve">z zakresu </w:t>
            </w:r>
            <w:r w:rsidR="00B82474">
              <w:rPr>
                <w:rFonts w:ascii="Corbel" w:eastAsia="Times New Roman" w:hAnsi="Corbel"/>
                <w:lang w:eastAsia="pl-PL"/>
              </w:rPr>
              <w:t>specyfiki zawodu doradcy podatkowego oraz zasad egzaminu na doradcę podatkowego</w:t>
            </w:r>
            <w:r w:rsidR="00734F56" w:rsidRPr="00734F56">
              <w:rPr>
                <w:rFonts w:ascii="Corbel" w:eastAsia="Times New Roman" w:hAnsi="Corbel"/>
                <w:lang w:eastAsia="pl-PL"/>
              </w:rPr>
              <w:t xml:space="preserve">. </w:t>
            </w:r>
          </w:p>
        </w:tc>
      </w:tr>
      <w:tr w:rsidR="00734F56" w:rsidRPr="00734F56" w14:paraId="64A46586" w14:textId="77777777" w:rsidTr="00DF6456">
        <w:tc>
          <w:tcPr>
            <w:tcW w:w="668" w:type="dxa"/>
            <w:vAlign w:val="center"/>
          </w:tcPr>
          <w:p w14:paraId="4309E200" w14:textId="77777777" w:rsidR="00734F56" w:rsidRPr="00734F56" w:rsidRDefault="00734F56" w:rsidP="00EA75A0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734F56">
              <w:rPr>
                <w:rFonts w:ascii="Corbel" w:eastAsia="Times New Roman" w:hAnsi="Corbel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8846" w:type="dxa"/>
            <w:vAlign w:val="center"/>
          </w:tcPr>
          <w:p w14:paraId="6D2FFA5B" w14:textId="488CDF3D" w:rsidR="00734F56" w:rsidRPr="00734F56" w:rsidRDefault="00AB2460" w:rsidP="00EA75A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 xml:space="preserve">Przekazanie wiedzy </w:t>
            </w:r>
            <w:r w:rsidR="00734F56" w:rsidRPr="00734F56">
              <w:rPr>
                <w:rFonts w:ascii="Corbel" w:eastAsia="Times New Roman" w:hAnsi="Corbel"/>
                <w:lang w:eastAsia="pl-PL"/>
              </w:rPr>
              <w:t xml:space="preserve">z </w:t>
            </w:r>
            <w:r w:rsidR="000F6D70">
              <w:rPr>
                <w:rFonts w:ascii="Corbel" w:eastAsia="Times New Roman" w:hAnsi="Corbel"/>
                <w:lang w:eastAsia="pl-PL"/>
              </w:rPr>
              <w:t xml:space="preserve">zakresu </w:t>
            </w:r>
            <w:r w:rsidR="002E0276">
              <w:rPr>
                <w:rFonts w:ascii="Corbel" w:eastAsia="Times New Roman" w:hAnsi="Corbel"/>
                <w:lang w:eastAsia="pl-PL"/>
              </w:rPr>
              <w:t xml:space="preserve">praktyki wykonywania zawodu doradcy </w:t>
            </w:r>
            <w:r w:rsidR="00734F56" w:rsidRPr="00734F56">
              <w:rPr>
                <w:rFonts w:ascii="Corbel" w:eastAsia="Times New Roman" w:hAnsi="Corbel"/>
                <w:lang w:eastAsia="pl-PL"/>
              </w:rPr>
              <w:t xml:space="preserve">podatkowego w tym problemów dotyczących </w:t>
            </w:r>
            <w:r w:rsidR="00B82474">
              <w:rPr>
                <w:rFonts w:ascii="Corbel" w:eastAsia="Times New Roman" w:hAnsi="Corbel"/>
                <w:lang w:eastAsia="pl-PL"/>
              </w:rPr>
              <w:t>etyki zawodowej doradcy podatkowego</w:t>
            </w:r>
            <w:r w:rsidR="00734F56" w:rsidRPr="00734F56">
              <w:rPr>
                <w:rFonts w:ascii="Corbel" w:eastAsia="Times New Roman" w:hAnsi="Corbel"/>
                <w:lang w:eastAsia="pl-PL"/>
              </w:rPr>
              <w:t>.</w:t>
            </w:r>
          </w:p>
        </w:tc>
      </w:tr>
      <w:tr w:rsidR="00734F56" w:rsidRPr="00734F56" w14:paraId="4CE57D38" w14:textId="77777777" w:rsidTr="00DF6456">
        <w:tc>
          <w:tcPr>
            <w:tcW w:w="668" w:type="dxa"/>
            <w:vAlign w:val="center"/>
          </w:tcPr>
          <w:p w14:paraId="11D7B840" w14:textId="77777777" w:rsidR="00734F56" w:rsidRPr="00734F56" w:rsidRDefault="00734F56" w:rsidP="00EA75A0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734F56">
              <w:rPr>
                <w:rFonts w:ascii="Corbel" w:eastAsia="Times New Roman" w:hAnsi="Corbel"/>
                <w:sz w:val="20"/>
                <w:szCs w:val="20"/>
                <w:lang w:eastAsia="pl-PL"/>
              </w:rPr>
              <w:t>C3</w:t>
            </w:r>
          </w:p>
        </w:tc>
        <w:tc>
          <w:tcPr>
            <w:tcW w:w="8846" w:type="dxa"/>
            <w:vAlign w:val="center"/>
          </w:tcPr>
          <w:p w14:paraId="1BC41850" w14:textId="382CE3DA" w:rsidR="00734F56" w:rsidRPr="00734F56" w:rsidRDefault="00AB2460" w:rsidP="00EA75A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 xml:space="preserve">Przekazanie wiedzy </w:t>
            </w:r>
            <w:r w:rsidR="00734F56" w:rsidRPr="00734F56">
              <w:rPr>
                <w:rFonts w:ascii="Corbel" w:eastAsia="Times New Roman" w:hAnsi="Corbel"/>
                <w:lang w:eastAsia="pl-PL"/>
              </w:rPr>
              <w:t>o wybrany</w:t>
            </w:r>
            <w:r w:rsidR="00B82474">
              <w:rPr>
                <w:rFonts w:ascii="Corbel" w:eastAsia="Times New Roman" w:hAnsi="Corbel"/>
                <w:lang w:eastAsia="pl-PL"/>
              </w:rPr>
              <w:t xml:space="preserve">ch </w:t>
            </w:r>
            <w:r w:rsidR="002E0276">
              <w:rPr>
                <w:rFonts w:ascii="Corbel" w:eastAsia="Times New Roman" w:hAnsi="Corbel"/>
                <w:lang w:eastAsia="pl-PL"/>
              </w:rPr>
              <w:t xml:space="preserve">aktualnych </w:t>
            </w:r>
            <w:r w:rsidR="00B82474">
              <w:rPr>
                <w:rFonts w:ascii="Corbel" w:eastAsia="Times New Roman" w:hAnsi="Corbel"/>
                <w:lang w:eastAsia="pl-PL"/>
              </w:rPr>
              <w:t>obszarach regulacji</w:t>
            </w:r>
            <w:r w:rsidR="002E0276">
              <w:rPr>
                <w:rFonts w:ascii="Corbel" w:eastAsia="Times New Roman" w:hAnsi="Corbel"/>
                <w:lang w:eastAsia="pl-PL"/>
              </w:rPr>
              <w:t xml:space="preserve"> prawa materialnego</w:t>
            </w:r>
            <w:r w:rsidR="00B82474">
              <w:rPr>
                <w:rFonts w:ascii="Corbel" w:eastAsia="Times New Roman" w:hAnsi="Corbel"/>
                <w:lang w:eastAsia="pl-PL"/>
              </w:rPr>
              <w:t xml:space="preserve"> </w:t>
            </w:r>
            <w:r w:rsidR="000F6D70">
              <w:rPr>
                <w:rFonts w:ascii="Corbel" w:eastAsia="Times New Roman" w:hAnsi="Corbel"/>
                <w:lang w:eastAsia="pl-PL"/>
              </w:rPr>
              <w:t xml:space="preserve">i procesowego </w:t>
            </w:r>
            <w:r w:rsidR="00B82474">
              <w:rPr>
                <w:rFonts w:ascii="Corbel" w:eastAsia="Times New Roman" w:hAnsi="Corbel"/>
                <w:lang w:eastAsia="pl-PL"/>
              </w:rPr>
              <w:t>istotnych z punktu widzenia doradcy podatkowego</w:t>
            </w:r>
            <w:r w:rsidR="00734F56" w:rsidRPr="00734F56">
              <w:rPr>
                <w:rFonts w:ascii="Corbel" w:eastAsia="Times New Roman" w:hAnsi="Corbel"/>
                <w:lang w:eastAsia="pl-PL"/>
              </w:rPr>
              <w:t>.</w:t>
            </w:r>
          </w:p>
        </w:tc>
      </w:tr>
    </w:tbl>
    <w:p w14:paraId="2901AD0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0588E42" w14:textId="546FE13E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EA75A0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0565F3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0"/>
        <w:gridCol w:w="6425"/>
        <w:gridCol w:w="1738"/>
      </w:tblGrid>
      <w:tr w:rsidR="007F0AA8" w:rsidRPr="009C54AE" w14:paraId="2CA7B36A" w14:textId="77777777" w:rsidTr="00EA75A0">
        <w:tc>
          <w:tcPr>
            <w:tcW w:w="1470" w:type="dxa"/>
            <w:vAlign w:val="center"/>
          </w:tcPr>
          <w:p w14:paraId="2C8F36F1" w14:textId="77777777" w:rsidR="007F0AA8" w:rsidRPr="009C54AE" w:rsidRDefault="007F0AA8" w:rsidP="006A22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425" w:type="dxa"/>
            <w:vAlign w:val="center"/>
          </w:tcPr>
          <w:p w14:paraId="0D3B885B" w14:textId="77777777" w:rsidR="007F0AA8" w:rsidRPr="009C54AE" w:rsidRDefault="007F0AA8" w:rsidP="006A22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738" w:type="dxa"/>
            <w:vAlign w:val="center"/>
          </w:tcPr>
          <w:p w14:paraId="3FEAC581" w14:textId="77777777" w:rsidR="007F0AA8" w:rsidRPr="009C54AE" w:rsidRDefault="007F0AA8" w:rsidP="006A22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F0AA8" w:rsidRPr="00AA59FE" w14:paraId="04DF4424" w14:textId="77777777" w:rsidTr="00EA75A0"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AC346" w14:textId="20144C07" w:rsidR="007F0AA8" w:rsidRPr="00EA75A0" w:rsidRDefault="007F0AA8" w:rsidP="00EA75A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75A0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6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21F23" w14:textId="6F0AB9F3" w:rsidR="007F0AA8" w:rsidRPr="00EA75A0" w:rsidRDefault="00070A90" w:rsidP="00EA75A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75A0">
              <w:rPr>
                <w:rFonts w:ascii="Corbel" w:hAnsi="Corbel"/>
                <w:sz w:val="24"/>
                <w:szCs w:val="24"/>
              </w:rPr>
              <w:t xml:space="preserve">Ma pogłębioną i rozszerzoną wiedzę na temat norm, reguł </w:t>
            </w:r>
            <w:r w:rsidR="00EA75A0">
              <w:rPr>
                <w:rFonts w:ascii="Corbel" w:hAnsi="Corbel"/>
                <w:sz w:val="24"/>
                <w:szCs w:val="24"/>
              </w:rPr>
              <w:br/>
            </w:r>
            <w:r w:rsidRPr="00EA75A0">
              <w:rPr>
                <w:rFonts w:ascii="Corbel" w:hAnsi="Corbel"/>
                <w:sz w:val="24"/>
                <w:szCs w:val="24"/>
              </w:rPr>
              <w:t xml:space="preserve">i instytucji prawnych zarówno w zakresie dogmatycznych jak </w:t>
            </w:r>
            <w:r w:rsidR="00EA75A0">
              <w:rPr>
                <w:rFonts w:ascii="Corbel" w:hAnsi="Corbel"/>
                <w:sz w:val="24"/>
                <w:szCs w:val="24"/>
              </w:rPr>
              <w:br/>
            </w:r>
            <w:r w:rsidRPr="00EA75A0">
              <w:rPr>
                <w:rFonts w:ascii="Corbel" w:hAnsi="Corbel"/>
                <w:sz w:val="24"/>
                <w:szCs w:val="24"/>
              </w:rPr>
              <w:t xml:space="preserve">i niedogmatycznych dyscyplin prawa ( w szczególności: teorii </w:t>
            </w:r>
            <w:r w:rsidR="00EA75A0">
              <w:rPr>
                <w:rFonts w:ascii="Corbel" w:hAnsi="Corbel"/>
                <w:sz w:val="24"/>
                <w:szCs w:val="24"/>
              </w:rPr>
              <w:br/>
            </w:r>
            <w:r w:rsidRPr="00EA75A0">
              <w:rPr>
                <w:rFonts w:ascii="Corbel" w:hAnsi="Corbel"/>
                <w:sz w:val="24"/>
                <w:szCs w:val="24"/>
              </w:rPr>
              <w:t xml:space="preserve">i filozofii prawa, doktryn polityczno-prawnych, historii państwa i prawa, prawa rzymskiego) oraz dyscyplin pomocniczych. </w:t>
            </w:r>
            <w:r w:rsidR="00EA75A0">
              <w:rPr>
                <w:rFonts w:ascii="Corbel" w:hAnsi="Corbel"/>
                <w:sz w:val="24"/>
                <w:szCs w:val="24"/>
              </w:rPr>
              <w:br/>
            </w:r>
            <w:r w:rsidRPr="00EA75A0">
              <w:rPr>
                <w:rFonts w:ascii="Corbel" w:hAnsi="Corbel"/>
                <w:sz w:val="24"/>
                <w:szCs w:val="24"/>
              </w:rPr>
              <w:t>Ma pogłębioną i rozszerzoną wiedzę w zakresie prawa podatkowego.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138DD" w14:textId="6C5EE377" w:rsidR="007F0AA8" w:rsidRPr="00EA75A0" w:rsidRDefault="007F0AA8" w:rsidP="00EA75A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75A0">
              <w:rPr>
                <w:rFonts w:ascii="Corbel" w:hAnsi="Corbel"/>
                <w:sz w:val="24"/>
                <w:szCs w:val="24"/>
              </w:rPr>
              <w:t>K_W0</w:t>
            </w:r>
            <w:r w:rsidR="005E7BA6" w:rsidRPr="00EA75A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7F0AA8" w:rsidRPr="00AA59FE" w14:paraId="1B766389" w14:textId="77777777" w:rsidTr="00EA75A0"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DEE84" w14:textId="787DB1FF" w:rsidR="007F0AA8" w:rsidRPr="00EA75A0" w:rsidRDefault="007F0AA8" w:rsidP="00EA75A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75A0">
              <w:rPr>
                <w:rFonts w:ascii="Corbel" w:hAnsi="Corbel"/>
                <w:sz w:val="24"/>
                <w:szCs w:val="24"/>
              </w:rPr>
              <w:t>EK_0</w:t>
            </w:r>
            <w:r w:rsidR="005E7BA6" w:rsidRPr="00EA75A0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6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42342" w14:textId="77777777" w:rsidR="007F0AA8" w:rsidRPr="00EA75A0" w:rsidRDefault="007F0AA8" w:rsidP="00EA75A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75A0">
              <w:rPr>
                <w:rFonts w:ascii="Corbel" w:hAnsi="Corbel"/>
                <w:sz w:val="24"/>
                <w:szCs w:val="24"/>
              </w:rPr>
              <w:t>Ma pogłębioną wiedzę na temat procesów stosowania prawa.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964A1" w14:textId="77777777" w:rsidR="007F0AA8" w:rsidRPr="00EA75A0" w:rsidRDefault="007F0AA8" w:rsidP="00EA75A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75A0">
              <w:rPr>
                <w:rFonts w:ascii="Corbel" w:hAnsi="Corbel"/>
                <w:sz w:val="24"/>
                <w:szCs w:val="24"/>
              </w:rPr>
              <w:t>K_W05</w:t>
            </w:r>
          </w:p>
        </w:tc>
      </w:tr>
      <w:tr w:rsidR="007F0AA8" w:rsidRPr="00AA59FE" w14:paraId="458C1F71" w14:textId="77777777" w:rsidTr="00EA75A0"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53997" w14:textId="099EFE15" w:rsidR="007F0AA8" w:rsidRPr="00EA75A0" w:rsidRDefault="007F0AA8" w:rsidP="00EA75A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75A0">
              <w:rPr>
                <w:rFonts w:ascii="Corbel" w:hAnsi="Corbel"/>
                <w:sz w:val="24"/>
                <w:szCs w:val="24"/>
              </w:rPr>
              <w:t>EK_0</w:t>
            </w:r>
            <w:r w:rsidR="005E7BA6" w:rsidRPr="00EA75A0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6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F1FE3" w14:textId="098CA2EE" w:rsidR="007F0AA8" w:rsidRPr="00EA75A0" w:rsidRDefault="00070A90" w:rsidP="00EA75A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75A0">
              <w:rPr>
                <w:rFonts w:ascii="Corbel" w:hAnsi="Corbel"/>
                <w:sz w:val="24"/>
                <w:szCs w:val="24"/>
              </w:rPr>
              <w:t xml:space="preserve">Zna i rozumie terminologię właściwą dla języka prawnego </w:t>
            </w:r>
            <w:r w:rsidR="00EA75A0">
              <w:rPr>
                <w:rFonts w:ascii="Corbel" w:hAnsi="Corbel"/>
                <w:sz w:val="24"/>
                <w:szCs w:val="24"/>
              </w:rPr>
              <w:br/>
            </w:r>
            <w:r w:rsidRPr="00EA75A0">
              <w:rPr>
                <w:rFonts w:ascii="Corbel" w:hAnsi="Corbel"/>
                <w:sz w:val="24"/>
                <w:szCs w:val="24"/>
              </w:rPr>
              <w:t>i prawniczego oraz zna i rozumie podstawowe pojęcia jakimi posługują się nauki społeczne</w:t>
            </w:r>
            <w:r w:rsidR="0054640C" w:rsidRPr="00EA75A0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C22B4" w14:textId="7C7A4E46" w:rsidR="007F0AA8" w:rsidRPr="00EA75A0" w:rsidRDefault="007F0AA8" w:rsidP="00EA75A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75A0">
              <w:rPr>
                <w:rFonts w:ascii="Corbel" w:hAnsi="Corbel"/>
                <w:sz w:val="24"/>
                <w:szCs w:val="24"/>
              </w:rPr>
              <w:t>K_W0</w:t>
            </w:r>
            <w:r w:rsidR="005E7BA6" w:rsidRPr="00EA75A0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070A90" w:rsidRPr="00AA59FE" w14:paraId="73BA1043" w14:textId="77777777" w:rsidTr="00EA75A0"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7A048" w14:textId="20BDF63C" w:rsidR="00070A90" w:rsidRPr="00EA75A0" w:rsidRDefault="00070A90" w:rsidP="00EA75A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75A0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CAA85" w14:textId="71C419E5" w:rsidR="00070A90" w:rsidRPr="00EA75A0" w:rsidRDefault="00070A90" w:rsidP="00EA75A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75A0">
              <w:rPr>
                <w:rFonts w:ascii="Corbel" w:hAnsi="Corbel"/>
                <w:sz w:val="24"/>
                <w:szCs w:val="24"/>
              </w:rPr>
              <w:t>Ma pogłębioną wiedzę na temat zasad i norm etycznych oraz etyki zawodowej.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68B48" w14:textId="5232DE8C" w:rsidR="00070A90" w:rsidRPr="00EA75A0" w:rsidRDefault="00070A90" w:rsidP="00EA75A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75A0">
              <w:rPr>
                <w:rFonts w:ascii="Corbel" w:hAnsi="Corbel"/>
                <w:sz w:val="24"/>
                <w:szCs w:val="24"/>
              </w:rPr>
              <w:t>K_Wo9</w:t>
            </w:r>
          </w:p>
        </w:tc>
      </w:tr>
      <w:tr w:rsidR="007F0AA8" w:rsidRPr="00AA59FE" w14:paraId="19397B16" w14:textId="77777777" w:rsidTr="00EA75A0"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04696" w14:textId="7A9DAD8F" w:rsidR="007F0AA8" w:rsidRPr="00EA75A0" w:rsidRDefault="007F0AA8" w:rsidP="00EA75A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75A0">
              <w:rPr>
                <w:rFonts w:ascii="Corbel" w:hAnsi="Corbel"/>
                <w:sz w:val="24"/>
                <w:szCs w:val="24"/>
              </w:rPr>
              <w:t>EK_0</w:t>
            </w:r>
            <w:r w:rsidR="005E7BA6" w:rsidRPr="00EA75A0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6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0CE64" w14:textId="73533D7B" w:rsidR="007F0AA8" w:rsidRPr="00EA75A0" w:rsidRDefault="007F0AA8" w:rsidP="00EA75A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75A0">
              <w:rPr>
                <w:rFonts w:ascii="Corbel" w:hAnsi="Corbel"/>
                <w:sz w:val="24"/>
                <w:szCs w:val="24"/>
              </w:rPr>
              <w:t xml:space="preserve">Potrafi prawidłowo interpretować i wyjaśniać znaczenie norm </w:t>
            </w:r>
            <w:r w:rsidR="00EA75A0">
              <w:rPr>
                <w:rFonts w:ascii="Corbel" w:hAnsi="Corbel"/>
                <w:sz w:val="24"/>
                <w:szCs w:val="24"/>
              </w:rPr>
              <w:br/>
            </w:r>
            <w:r w:rsidRPr="00EA75A0">
              <w:rPr>
                <w:rFonts w:ascii="Corbel" w:hAnsi="Corbel"/>
                <w:sz w:val="24"/>
                <w:szCs w:val="24"/>
              </w:rPr>
              <w:t>i stosunków prawnych.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AD3BB" w14:textId="77777777" w:rsidR="007F0AA8" w:rsidRPr="00EA75A0" w:rsidRDefault="007F0AA8" w:rsidP="00EA75A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75A0">
              <w:rPr>
                <w:rFonts w:ascii="Corbel" w:hAnsi="Corbel"/>
                <w:sz w:val="24"/>
                <w:szCs w:val="24"/>
              </w:rPr>
              <w:t>K_U01</w:t>
            </w:r>
          </w:p>
        </w:tc>
      </w:tr>
      <w:tr w:rsidR="007F0AA8" w:rsidRPr="00AA59FE" w14:paraId="1F41C2C9" w14:textId="77777777" w:rsidTr="00EA75A0"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3BFC7" w14:textId="52326E93" w:rsidR="007F0AA8" w:rsidRPr="00EA75A0" w:rsidRDefault="007F0AA8" w:rsidP="00EA75A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75A0">
              <w:rPr>
                <w:rFonts w:ascii="Corbel" w:hAnsi="Corbel"/>
                <w:sz w:val="24"/>
                <w:szCs w:val="24"/>
              </w:rPr>
              <w:t>EK_0</w:t>
            </w:r>
            <w:r w:rsidR="005E7BA6" w:rsidRPr="00EA75A0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6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10564" w14:textId="5B6A7A4A" w:rsidR="007F0AA8" w:rsidRPr="00EA75A0" w:rsidRDefault="005E7BA6" w:rsidP="00EA75A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75A0">
              <w:rPr>
                <w:rFonts w:ascii="Corbel" w:hAnsi="Corbel"/>
                <w:sz w:val="24"/>
                <w:szCs w:val="24"/>
              </w:rPr>
              <w:t xml:space="preserve">Sprawnie posługuje się normami, regułami oraz instytucjami prawnymi obowiązującymi w polskim systemie prawa; </w:t>
            </w:r>
            <w:r w:rsidR="00EA75A0">
              <w:rPr>
                <w:rFonts w:ascii="Corbel" w:hAnsi="Corbel"/>
                <w:sz w:val="24"/>
                <w:szCs w:val="24"/>
              </w:rPr>
              <w:br/>
            </w:r>
            <w:r w:rsidRPr="00EA75A0">
              <w:rPr>
                <w:rFonts w:ascii="Corbel" w:hAnsi="Corbel"/>
                <w:sz w:val="24"/>
                <w:szCs w:val="24"/>
              </w:rPr>
              <w:t>w zależności od dokonanego samodzielnie wyboru posiada rozszerzone umiejętności rozwiązywania konkretnych problemów prawnych w zakresie wybranych gałęzi prawa</w:t>
            </w:r>
            <w:r w:rsidR="0054640C" w:rsidRPr="00EA75A0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8ADD7" w14:textId="2411589C" w:rsidR="007F0AA8" w:rsidRPr="00EA75A0" w:rsidRDefault="007F0AA8" w:rsidP="00EA75A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75A0">
              <w:rPr>
                <w:rFonts w:ascii="Corbel" w:hAnsi="Corbel"/>
                <w:sz w:val="24"/>
                <w:szCs w:val="24"/>
              </w:rPr>
              <w:t>K_U0</w:t>
            </w:r>
            <w:r w:rsidR="005E7BA6" w:rsidRPr="00EA75A0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F0AA8" w:rsidRPr="00AA59FE" w14:paraId="51298E7C" w14:textId="77777777" w:rsidTr="00EA75A0">
        <w:trPr>
          <w:trHeight w:val="491"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A5CE8" w14:textId="7D0FBF02" w:rsidR="007F0AA8" w:rsidRPr="00EA75A0" w:rsidRDefault="007F0AA8" w:rsidP="00EA75A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75A0">
              <w:rPr>
                <w:rFonts w:ascii="Corbel" w:hAnsi="Corbel"/>
                <w:sz w:val="24"/>
                <w:szCs w:val="24"/>
              </w:rPr>
              <w:t>EK_0</w:t>
            </w:r>
            <w:r w:rsidR="005E7BA6" w:rsidRPr="00EA75A0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6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AF97D" w14:textId="27E1BBBB" w:rsidR="007F0AA8" w:rsidRPr="00EA75A0" w:rsidRDefault="005E7BA6" w:rsidP="00EA75A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75A0">
              <w:rPr>
                <w:rFonts w:ascii="Corbel" w:hAnsi="Corbel"/>
                <w:sz w:val="24"/>
                <w:szCs w:val="24"/>
              </w:rPr>
              <w:t>Potrafi sprawnie posługiwać się tekstami aktów normatywnych i interpretować je z wykorzystaniem języka prawniczego</w:t>
            </w:r>
            <w:r w:rsidR="009F2E40" w:rsidRPr="00EA75A0">
              <w:rPr>
                <w:rFonts w:ascii="Corbel" w:hAnsi="Corbel"/>
                <w:sz w:val="24"/>
                <w:szCs w:val="24"/>
              </w:rPr>
              <w:t>.</w:t>
            </w:r>
            <w:r w:rsidRPr="00EA75A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1F5A6" w14:textId="230E832F" w:rsidR="007F0AA8" w:rsidRPr="00EA75A0" w:rsidRDefault="007F0AA8" w:rsidP="00EA75A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75A0">
              <w:rPr>
                <w:rFonts w:ascii="Corbel" w:hAnsi="Corbel"/>
                <w:sz w:val="24"/>
                <w:szCs w:val="24"/>
              </w:rPr>
              <w:t>K_U0</w:t>
            </w:r>
            <w:r w:rsidR="005E7BA6" w:rsidRPr="00EA75A0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7F0AA8" w:rsidRPr="00AA59FE" w14:paraId="2E5C92FC" w14:textId="77777777" w:rsidTr="00EA75A0">
        <w:trPr>
          <w:trHeight w:val="75"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C1931" w14:textId="18DB914B" w:rsidR="007F0AA8" w:rsidRPr="00EA75A0" w:rsidRDefault="007F0AA8" w:rsidP="00EA75A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75A0">
              <w:rPr>
                <w:rFonts w:ascii="Corbel" w:hAnsi="Corbel"/>
                <w:sz w:val="24"/>
                <w:szCs w:val="24"/>
              </w:rPr>
              <w:t>EK_</w:t>
            </w:r>
            <w:r w:rsidR="005E7BA6" w:rsidRPr="00EA75A0">
              <w:rPr>
                <w:rFonts w:ascii="Corbel" w:hAnsi="Corbel"/>
                <w:sz w:val="24"/>
                <w:szCs w:val="24"/>
              </w:rPr>
              <w:t>08</w:t>
            </w:r>
          </w:p>
        </w:tc>
        <w:tc>
          <w:tcPr>
            <w:tcW w:w="6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F4716" w14:textId="07148102" w:rsidR="007F0AA8" w:rsidRPr="00EA75A0" w:rsidRDefault="005E7BA6" w:rsidP="00EA75A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75A0">
              <w:rPr>
                <w:rFonts w:ascii="Corbel" w:hAnsi="Corbel"/>
                <w:sz w:val="24"/>
                <w:szCs w:val="24"/>
              </w:rPr>
              <w:t>Wykorzystując posiadaną wiedzę teoretyczną i umiejętność samodzielnego proponowania rozwiązań posiada umiejętność sporządzania podstawowych dokumentów oraz pism procesowych oraz w zależności od dokonanego samodzielnie wyboru posiada rozszerzone umiejętności w tym zakresie w odniesieniu do wybranych gałęzi prawa.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71279" w14:textId="165A5D4E" w:rsidR="007F0AA8" w:rsidRPr="00EA75A0" w:rsidRDefault="007F0AA8" w:rsidP="00EA75A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75A0">
              <w:rPr>
                <w:rFonts w:ascii="Corbel" w:hAnsi="Corbel"/>
                <w:sz w:val="24"/>
                <w:szCs w:val="24"/>
              </w:rPr>
              <w:t>K_U0</w:t>
            </w:r>
            <w:r w:rsidR="005E7BA6" w:rsidRPr="00EA75A0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7F0AA8" w:rsidRPr="00AA59FE" w14:paraId="01C6AF31" w14:textId="77777777" w:rsidTr="00EA75A0"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F9E05" w14:textId="2566EBAE" w:rsidR="007F0AA8" w:rsidRPr="00EA75A0" w:rsidRDefault="007F0AA8" w:rsidP="00EA75A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75A0">
              <w:rPr>
                <w:rFonts w:ascii="Corbel" w:hAnsi="Corbel"/>
                <w:sz w:val="24"/>
                <w:szCs w:val="24"/>
              </w:rPr>
              <w:t>EK_</w:t>
            </w:r>
            <w:r w:rsidR="005E7BA6" w:rsidRPr="00EA75A0">
              <w:rPr>
                <w:rFonts w:ascii="Corbel" w:hAnsi="Corbel"/>
                <w:sz w:val="24"/>
                <w:szCs w:val="24"/>
              </w:rPr>
              <w:t>09</w:t>
            </w:r>
          </w:p>
        </w:tc>
        <w:tc>
          <w:tcPr>
            <w:tcW w:w="6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E02CE" w14:textId="77777777" w:rsidR="007F0AA8" w:rsidRPr="00EA75A0" w:rsidRDefault="007F0AA8" w:rsidP="00EA75A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75A0">
              <w:rPr>
                <w:rFonts w:ascii="Corbel" w:hAnsi="Corbel"/>
                <w:sz w:val="24"/>
                <w:szCs w:val="24"/>
              </w:rPr>
              <w:t>Potrafi dokonać subsumpcji określonego stanu faktycznego do normy lub norm prawnych.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E5C46" w14:textId="77777777" w:rsidR="007F0AA8" w:rsidRPr="00EA75A0" w:rsidRDefault="007F0AA8" w:rsidP="00EA75A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75A0"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0F6D70" w:rsidRPr="00AA59FE" w14:paraId="4C4BF75F" w14:textId="77777777" w:rsidTr="00EA75A0"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C3A52" w14:textId="1EA0F91D" w:rsidR="000F6D70" w:rsidRPr="00EA75A0" w:rsidRDefault="000F6D70" w:rsidP="00EA75A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75A0">
              <w:rPr>
                <w:rFonts w:ascii="Corbel" w:hAnsi="Corbel"/>
                <w:sz w:val="24"/>
                <w:szCs w:val="24"/>
              </w:rPr>
              <w:lastRenderedPageBreak/>
              <w:t>EK_10</w:t>
            </w:r>
          </w:p>
        </w:tc>
        <w:tc>
          <w:tcPr>
            <w:tcW w:w="6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6267D" w14:textId="0A0919A1" w:rsidR="000F6D70" w:rsidRPr="00EA75A0" w:rsidRDefault="000F6D70" w:rsidP="00EA75A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75A0">
              <w:rPr>
                <w:rFonts w:ascii="Corbel" w:hAnsi="Corbel"/>
                <w:sz w:val="24"/>
                <w:szCs w:val="24"/>
              </w:rPr>
              <w:t>Posiada umiejętność wykorzystania zdobytej wiedzy teoretycznej oraz doboru właściwej metody dla rozwiązania określonego problemu prawnego.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F8D49" w14:textId="3D4BBB51" w:rsidR="000F6D70" w:rsidRPr="00EA75A0" w:rsidRDefault="000F6D70" w:rsidP="00EA75A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75A0">
              <w:rPr>
                <w:rFonts w:ascii="Corbel" w:hAnsi="Corbel"/>
                <w:sz w:val="24"/>
                <w:szCs w:val="24"/>
              </w:rPr>
              <w:t>K_U16</w:t>
            </w:r>
          </w:p>
        </w:tc>
      </w:tr>
      <w:tr w:rsidR="007F0AA8" w:rsidRPr="00AA59FE" w14:paraId="502C7547" w14:textId="77777777" w:rsidTr="00EA75A0"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E5965" w14:textId="285B06EC" w:rsidR="007F0AA8" w:rsidRPr="00EA75A0" w:rsidRDefault="007F0AA8" w:rsidP="00EA75A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75A0">
              <w:rPr>
                <w:rFonts w:ascii="Corbel" w:hAnsi="Corbel"/>
                <w:sz w:val="24"/>
                <w:szCs w:val="24"/>
              </w:rPr>
              <w:t>EK_1</w:t>
            </w:r>
            <w:r w:rsidR="000F6D70" w:rsidRPr="00EA75A0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6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82ED6" w14:textId="1EE24439" w:rsidR="007F0AA8" w:rsidRPr="00EA75A0" w:rsidRDefault="005E7BA6" w:rsidP="00EA75A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75A0">
              <w:rPr>
                <w:rFonts w:ascii="Corbel" w:hAnsi="Corbel"/>
                <w:sz w:val="24"/>
                <w:szCs w:val="24"/>
              </w:rPr>
              <w:t xml:space="preserve">Jest przygotowany do współdziałania i pracy </w:t>
            </w:r>
            <w:r w:rsidR="00EA75A0">
              <w:rPr>
                <w:rFonts w:ascii="Corbel" w:hAnsi="Corbel"/>
                <w:sz w:val="24"/>
                <w:szCs w:val="24"/>
              </w:rPr>
              <w:br/>
            </w:r>
            <w:r w:rsidRPr="00EA75A0">
              <w:rPr>
                <w:rFonts w:ascii="Corbel" w:hAnsi="Corbel"/>
                <w:sz w:val="24"/>
                <w:szCs w:val="24"/>
              </w:rPr>
              <w:t>w zorganizowanej grupie, kierowania ich pracą oraz do przyjmowania w niej różnych ról</w:t>
            </w:r>
            <w:r w:rsidR="0054640C" w:rsidRPr="00EA75A0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9BBF4" w14:textId="4D35504C" w:rsidR="007F0AA8" w:rsidRPr="00EA75A0" w:rsidRDefault="007F0AA8" w:rsidP="00EA75A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75A0">
              <w:rPr>
                <w:rFonts w:ascii="Corbel" w:hAnsi="Corbel"/>
                <w:sz w:val="24"/>
                <w:szCs w:val="24"/>
              </w:rPr>
              <w:t>K_K0</w:t>
            </w:r>
            <w:r w:rsidR="005E7BA6" w:rsidRPr="00EA75A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7F0AA8" w:rsidRPr="00AA59FE" w14:paraId="7C81F703" w14:textId="77777777" w:rsidTr="00EA75A0"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C0560" w14:textId="7B9AA4EA" w:rsidR="007F0AA8" w:rsidRPr="00EA75A0" w:rsidRDefault="007F0AA8" w:rsidP="00EA75A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75A0">
              <w:rPr>
                <w:rFonts w:ascii="Corbel" w:hAnsi="Corbel"/>
                <w:sz w:val="24"/>
                <w:szCs w:val="24"/>
              </w:rPr>
              <w:t>EK_1</w:t>
            </w:r>
            <w:r w:rsidR="000F6D70" w:rsidRPr="00EA75A0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6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712E3" w14:textId="3D995090" w:rsidR="007F0AA8" w:rsidRPr="00EA75A0" w:rsidRDefault="005E7BA6" w:rsidP="00EA75A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75A0">
              <w:rPr>
                <w:rFonts w:ascii="Corbel" w:hAnsi="Corbel"/>
                <w:sz w:val="24"/>
                <w:szCs w:val="24"/>
              </w:rPr>
              <w:t>Rozumie konieczność stosowania etycznych zasad w życiu zawodowym prawnika</w:t>
            </w:r>
            <w:r w:rsidR="0054640C" w:rsidRPr="00EA75A0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C4E3A" w14:textId="318C3CE9" w:rsidR="007F0AA8" w:rsidRPr="00EA75A0" w:rsidRDefault="007F0AA8" w:rsidP="00EA75A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75A0">
              <w:rPr>
                <w:rFonts w:ascii="Corbel" w:hAnsi="Corbel"/>
                <w:sz w:val="24"/>
                <w:szCs w:val="24"/>
              </w:rPr>
              <w:t>K_K0</w:t>
            </w:r>
            <w:r w:rsidR="005E7BA6" w:rsidRPr="00EA75A0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370A397F" w14:textId="77777777" w:rsidR="0085747A" w:rsidRPr="009C54AE" w:rsidRDefault="0085747A" w:rsidP="00EA75A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4C96C1" w14:textId="65E5B1D6" w:rsidR="0085747A" w:rsidRDefault="00675843" w:rsidP="00EA75A0">
      <w:pPr>
        <w:pStyle w:val="Akapitzlist"/>
        <w:spacing w:after="0" w:line="240" w:lineRule="auto"/>
        <w:ind w:left="426"/>
        <w:contextualSpacing w:val="0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EA75A0">
        <w:rPr>
          <w:rFonts w:ascii="Corbel" w:hAnsi="Corbel"/>
          <w:b/>
          <w:sz w:val="24"/>
          <w:szCs w:val="24"/>
        </w:rPr>
        <w:t>.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212A5545" w14:textId="77777777" w:rsidR="00EA75A0" w:rsidRPr="009C54AE" w:rsidRDefault="00EA75A0" w:rsidP="00EA75A0">
      <w:pPr>
        <w:pStyle w:val="Akapitzlist"/>
        <w:spacing w:after="0" w:line="240" w:lineRule="auto"/>
        <w:ind w:left="426"/>
        <w:contextualSpacing w:val="0"/>
        <w:jc w:val="both"/>
        <w:rPr>
          <w:rFonts w:ascii="Corbel" w:hAnsi="Corbel"/>
          <w:b/>
          <w:sz w:val="24"/>
          <w:szCs w:val="24"/>
        </w:rPr>
      </w:pPr>
    </w:p>
    <w:p w14:paraId="7B4026E0" w14:textId="064D7DF4" w:rsidR="0085747A" w:rsidRPr="009C54AE" w:rsidRDefault="0085747A" w:rsidP="00EA75A0">
      <w:pPr>
        <w:pStyle w:val="Akapitzlist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wykładu</w:t>
      </w:r>
    </w:p>
    <w:p w14:paraId="67206B7D" w14:textId="77777777" w:rsidR="00675843" w:rsidRPr="009C54AE" w:rsidRDefault="00675843" w:rsidP="00EA75A0">
      <w:pPr>
        <w:pStyle w:val="Akapitzlist"/>
        <w:spacing w:after="0" w:line="240" w:lineRule="auto"/>
        <w:ind w:left="1080"/>
        <w:contextualSpacing w:val="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FD606F" w14:textId="77777777" w:rsidTr="005C4AC2">
        <w:tc>
          <w:tcPr>
            <w:tcW w:w="9520" w:type="dxa"/>
          </w:tcPr>
          <w:p w14:paraId="61C88E06" w14:textId="77777777" w:rsidR="0085747A" w:rsidRPr="00EA75A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EA75A0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9732BC" w:rsidRPr="009C54AE" w14:paraId="1935469B" w14:textId="77777777" w:rsidTr="005C4AC2">
        <w:tc>
          <w:tcPr>
            <w:tcW w:w="9520" w:type="dxa"/>
          </w:tcPr>
          <w:p w14:paraId="44695D83" w14:textId="0BEC4C44" w:rsidR="009732BC" w:rsidRPr="009732BC" w:rsidRDefault="005C4AC2" w:rsidP="00DF6456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Nie dotyczy</w:t>
            </w:r>
          </w:p>
        </w:tc>
      </w:tr>
    </w:tbl>
    <w:p w14:paraId="6074F24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17F02B5" w14:textId="7137AC3E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</w:t>
      </w:r>
      <w:r w:rsidR="007C7313">
        <w:rPr>
          <w:rFonts w:ascii="Corbel" w:hAnsi="Corbel"/>
          <w:sz w:val="24"/>
          <w:szCs w:val="24"/>
        </w:rPr>
        <w:t xml:space="preserve">, </w:t>
      </w:r>
      <w:r w:rsidR="007C7313" w:rsidRPr="00B169DF">
        <w:rPr>
          <w:rFonts w:ascii="Corbel" w:hAnsi="Corbel"/>
          <w:sz w:val="24"/>
          <w:szCs w:val="24"/>
        </w:rPr>
        <w:t>konwersatoriów, laboratoriów, zajęć praktycznych</w:t>
      </w:r>
    </w:p>
    <w:p w14:paraId="009791B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E9CDC24" w14:textId="77777777" w:rsidTr="00923D7D">
        <w:tc>
          <w:tcPr>
            <w:tcW w:w="9639" w:type="dxa"/>
          </w:tcPr>
          <w:p w14:paraId="51BE5A59" w14:textId="77777777" w:rsidR="0085747A" w:rsidRPr="00EA75A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EA75A0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044E5E" w:rsidRPr="009C54AE" w14:paraId="7ABB48BB" w14:textId="77777777" w:rsidTr="00EA75A0">
        <w:tc>
          <w:tcPr>
            <w:tcW w:w="9639" w:type="dxa"/>
            <w:vAlign w:val="center"/>
          </w:tcPr>
          <w:p w14:paraId="14E6F114" w14:textId="282F807B" w:rsidR="00044E5E" w:rsidRPr="00FD495E" w:rsidRDefault="00C64E53" w:rsidP="00EA75A0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FD495E">
              <w:rPr>
                <w:rFonts w:ascii="Corbel" w:hAnsi="Corbel"/>
                <w:sz w:val="24"/>
                <w:szCs w:val="24"/>
              </w:rPr>
              <w:t xml:space="preserve">Historyczne ujęcie doradztwa podatkowego </w:t>
            </w:r>
            <w:r w:rsidR="00A44BCB" w:rsidRPr="00FD495E">
              <w:rPr>
                <w:rFonts w:ascii="Corbel" w:hAnsi="Corbel"/>
                <w:sz w:val="24"/>
                <w:szCs w:val="24"/>
              </w:rPr>
              <w:t>w Polsce i krajach UE</w:t>
            </w:r>
            <w:r w:rsidR="005464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64E53" w:rsidRPr="009C54AE" w14:paraId="00ACB847" w14:textId="77777777" w:rsidTr="00EA75A0">
        <w:tc>
          <w:tcPr>
            <w:tcW w:w="9639" w:type="dxa"/>
            <w:vAlign w:val="center"/>
          </w:tcPr>
          <w:p w14:paraId="1CC9B18A" w14:textId="68FA3156" w:rsidR="00C64E53" w:rsidRPr="00FD495E" w:rsidRDefault="00C64E53" w:rsidP="00EA75A0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FD495E">
              <w:rPr>
                <w:rFonts w:ascii="Corbel" w:hAnsi="Corbel"/>
                <w:sz w:val="24"/>
                <w:szCs w:val="24"/>
              </w:rPr>
              <w:t xml:space="preserve">Charakterystyka zawodu doradcy podatkowego </w:t>
            </w:r>
            <w:r w:rsidR="00A44BCB" w:rsidRPr="00FD495E">
              <w:rPr>
                <w:rFonts w:ascii="Corbel" w:hAnsi="Corbel"/>
                <w:sz w:val="24"/>
                <w:szCs w:val="24"/>
              </w:rPr>
              <w:t xml:space="preserve">(czynności doradztwa podatkowego, zasady wpisu na listę doradców podatkowych, </w:t>
            </w:r>
            <w:r w:rsidR="002E0276">
              <w:rPr>
                <w:rFonts w:ascii="Corbel" w:hAnsi="Corbel"/>
                <w:sz w:val="24"/>
                <w:szCs w:val="24"/>
              </w:rPr>
              <w:t>przebieg</w:t>
            </w:r>
            <w:r w:rsidR="00A44BCB" w:rsidRPr="00FD495E">
              <w:rPr>
                <w:rFonts w:ascii="Corbel" w:hAnsi="Corbel"/>
                <w:sz w:val="24"/>
                <w:szCs w:val="24"/>
              </w:rPr>
              <w:t xml:space="preserve"> egzaminu na doradcę podatkowego</w:t>
            </w:r>
            <w:r w:rsidR="002E0276">
              <w:rPr>
                <w:rFonts w:ascii="Corbel" w:hAnsi="Corbel"/>
                <w:sz w:val="24"/>
                <w:szCs w:val="24"/>
              </w:rPr>
              <w:t xml:space="preserve"> i zakres wymaganej wiedzy</w:t>
            </w:r>
            <w:r w:rsidR="00A44BCB" w:rsidRPr="00FD495E">
              <w:rPr>
                <w:rFonts w:ascii="Corbel" w:hAnsi="Corbel"/>
                <w:sz w:val="24"/>
                <w:szCs w:val="24"/>
              </w:rPr>
              <w:t>, prawa i obowiązki doradcy, samorząd doradców podatkowych)</w:t>
            </w:r>
            <w:r w:rsidR="005464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10284" w:rsidRPr="009C54AE" w14:paraId="6B468038" w14:textId="77777777" w:rsidTr="00EA75A0">
        <w:tc>
          <w:tcPr>
            <w:tcW w:w="9639" w:type="dxa"/>
            <w:vAlign w:val="center"/>
          </w:tcPr>
          <w:p w14:paraId="4BADF2C0" w14:textId="350E5B7D" w:rsidR="00010284" w:rsidRPr="00FD495E" w:rsidRDefault="00C64E53" w:rsidP="00EA75A0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FD495E">
              <w:rPr>
                <w:rFonts w:ascii="Corbel" w:hAnsi="Corbel"/>
                <w:sz w:val="24"/>
                <w:szCs w:val="24"/>
              </w:rPr>
              <w:t>Aktualn</w:t>
            </w:r>
            <w:r w:rsidR="00653F73" w:rsidRPr="00FD495E">
              <w:rPr>
                <w:rFonts w:ascii="Corbel" w:hAnsi="Corbel"/>
                <w:sz w:val="24"/>
                <w:szCs w:val="24"/>
              </w:rPr>
              <w:t>e</w:t>
            </w:r>
            <w:r w:rsidRPr="00FD495E">
              <w:rPr>
                <w:rFonts w:ascii="Corbel" w:hAnsi="Corbel"/>
                <w:sz w:val="24"/>
                <w:szCs w:val="24"/>
              </w:rPr>
              <w:t xml:space="preserve"> problem</w:t>
            </w:r>
            <w:r w:rsidR="00653F73" w:rsidRPr="00FD495E">
              <w:rPr>
                <w:rFonts w:ascii="Corbel" w:hAnsi="Corbel"/>
                <w:sz w:val="24"/>
                <w:szCs w:val="24"/>
              </w:rPr>
              <w:t xml:space="preserve">y </w:t>
            </w:r>
            <w:r w:rsidR="00FD495E" w:rsidRPr="00FD495E">
              <w:rPr>
                <w:rFonts w:ascii="Corbel" w:hAnsi="Corbel"/>
                <w:sz w:val="24"/>
                <w:szCs w:val="24"/>
              </w:rPr>
              <w:t>istotne dla praktyki zawodu doradcy podatkowego</w:t>
            </w:r>
            <w:r w:rsidRPr="00FD495E">
              <w:rPr>
                <w:rFonts w:ascii="Corbel" w:hAnsi="Corbel"/>
                <w:sz w:val="24"/>
                <w:szCs w:val="24"/>
              </w:rPr>
              <w:t xml:space="preserve"> (o</w:t>
            </w:r>
            <w:r w:rsidR="00010284" w:rsidRPr="00FD495E">
              <w:rPr>
                <w:rFonts w:ascii="Corbel" w:hAnsi="Corbel"/>
                <w:sz w:val="24"/>
                <w:szCs w:val="24"/>
              </w:rPr>
              <w:t>ptymalizacja zobowiązań podatkowych</w:t>
            </w:r>
            <w:r w:rsidRPr="00FD495E">
              <w:rPr>
                <w:rFonts w:ascii="Corbel" w:hAnsi="Corbel"/>
                <w:sz w:val="24"/>
                <w:szCs w:val="24"/>
              </w:rPr>
              <w:t xml:space="preserve">, </w:t>
            </w:r>
            <w:r w:rsidR="00653F73" w:rsidRPr="00FD495E">
              <w:rPr>
                <w:rFonts w:ascii="Corbel" w:hAnsi="Corbel"/>
                <w:sz w:val="24"/>
                <w:szCs w:val="24"/>
              </w:rPr>
              <w:t xml:space="preserve">klauzula przeciwko unikaniu opodatkowania, </w:t>
            </w:r>
            <w:r w:rsidR="00A44BCB" w:rsidRPr="00FD495E">
              <w:rPr>
                <w:rFonts w:ascii="Corbel" w:hAnsi="Corbel"/>
                <w:sz w:val="24"/>
                <w:szCs w:val="24"/>
              </w:rPr>
              <w:t xml:space="preserve">raportowanie schematów podatkowych, </w:t>
            </w:r>
            <w:r w:rsidR="00653F73" w:rsidRPr="00FD495E">
              <w:rPr>
                <w:rFonts w:ascii="Corbel" w:hAnsi="Corbel"/>
                <w:sz w:val="24"/>
                <w:szCs w:val="24"/>
              </w:rPr>
              <w:t>ceny transferowe, indywidu</w:t>
            </w:r>
            <w:r w:rsidR="00FD495E" w:rsidRPr="00FD495E">
              <w:rPr>
                <w:rFonts w:ascii="Corbel" w:hAnsi="Corbel"/>
                <w:sz w:val="24"/>
                <w:szCs w:val="24"/>
              </w:rPr>
              <w:t>a</w:t>
            </w:r>
            <w:r w:rsidR="00653F73" w:rsidRPr="00FD495E">
              <w:rPr>
                <w:rFonts w:ascii="Corbel" w:hAnsi="Corbel"/>
                <w:sz w:val="24"/>
                <w:szCs w:val="24"/>
              </w:rPr>
              <w:t xml:space="preserve">lne i ogólne interpretacje prawa podatkowego, </w:t>
            </w:r>
            <w:r w:rsidR="00FD495E" w:rsidRPr="00FD495E">
              <w:rPr>
                <w:rFonts w:ascii="Corbel" w:hAnsi="Corbel"/>
                <w:sz w:val="24"/>
                <w:szCs w:val="24"/>
              </w:rPr>
              <w:t>tajemnica skarbowa, aktualne instytucje oparte na wykorzystaniu nowoczesnych technologii informatycznych – m.in. JPK, STIR, SENT)</w:t>
            </w:r>
            <w:r w:rsidR="005464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53F73" w:rsidRPr="009C54AE" w14:paraId="74C54CF7" w14:textId="77777777" w:rsidTr="00EA75A0">
        <w:tc>
          <w:tcPr>
            <w:tcW w:w="9639" w:type="dxa"/>
            <w:vAlign w:val="center"/>
          </w:tcPr>
          <w:p w14:paraId="6C5E3287" w14:textId="19421BDA" w:rsidR="00653F73" w:rsidRPr="00FD495E" w:rsidRDefault="00653F73" w:rsidP="00EA75A0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FD495E">
              <w:rPr>
                <w:rFonts w:ascii="Corbel" w:hAnsi="Corbel"/>
                <w:sz w:val="24"/>
                <w:szCs w:val="24"/>
              </w:rPr>
              <w:t>Doradca podatkowy jako pełnomocnik w postępowaniu podatkowym oraz postępowani</w:t>
            </w:r>
            <w:r w:rsidR="00FD495E" w:rsidRPr="00FD495E">
              <w:rPr>
                <w:rFonts w:ascii="Corbel" w:hAnsi="Corbel"/>
                <w:sz w:val="24"/>
                <w:szCs w:val="24"/>
              </w:rPr>
              <w:t>u</w:t>
            </w:r>
            <w:r w:rsidRPr="00FD495E">
              <w:rPr>
                <w:rFonts w:ascii="Corbel" w:hAnsi="Corbel"/>
                <w:sz w:val="24"/>
                <w:szCs w:val="24"/>
              </w:rPr>
              <w:t xml:space="preserve"> sądowoadministracyjnym</w:t>
            </w:r>
            <w:r w:rsidR="002E0276">
              <w:rPr>
                <w:rFonts w:ascii="Corbel" w:hAnsi="Corbel"/>
                <w:sz w:val="24"/>
                <w:szCs w:val="24"/>
              </w:rPr>
              <w:t xml:space="preserve"> – regulacje procesowe. </w:t>
            </w:r>
          </w:p>
        </w:tc>
      </w:tr>
      <w:tr w:rsidR="00010284" w:rsidRPr="009C54AE" w14:paraId="47C8EF0C" w14:textId="77777777" w:rsidTr="00EA75A0">
        <w:tc>
          <w:tcPr>
            <w:tcW w:w="9639" w:type="dxa"/>
            <w:vAlign w:val="center"/>
          </w:tcPr>
          <w:p w14:paraId="65F3747E" w14:textId="012C317A" w:rsidR="00010284" w:rsidRPr="00FD495E" w:rsidRDefault="00A44BCB" w:rsidP="00EA75A0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FD495E">
              <w:rPr>
                <w:rFonts w:ascii="Corbel" w:hAnsi="Corbel"/>
                <w:sz w:val="24"/>
                <w:szCs w:val="24"/>
              </w:rPr>
              <w:t>Opracowanie p</w:t>
            </w:r>
            <w:r w:rsidR="00010284" w:rsidRPr="00FD495E">
              <w:rPr>
                <w:rFonts w:ascii="Corbel" w:hAnsi="Corbel"/>
                <w:sz w:val="24"/>
                <w:szCs w:val="24"/>
              </w:rPr>
              <w:t>ism procesow</w:t>
            </w:r>
            <w:r w:rsidRPr="00FD495E">
              <w:rPr>
                <w:rFonts w:ascii="Corbel" w:hAnsi="Corbel"/>
                <w:sz w:val="24"/>
                <w:szCs w:val="24"/>
              </w:rPr>
              <w:t>ych</w:t>
            </w:r>
            <w:r w:rsidR="00010284" w:rsidRPr="00FD495E">
              <w:rPr>
                <w:rFonts w:ascii="Corbel" w:hAnsi="Corbel"/>
                <w:sz w:val="24"/>
                <w:szCs w:val="24"/>
              </w:rPr>
              <w:t xml:space="preserve"> z zakresu prawa podatkowego – warsztaty</w:t>
            </w:r>
            <w:r w:rsidR="0054640C">
              <w:rPr>
                <w:rFonts w:ascii="Corbel" w:hAnsi="Corbel"/>
                <w:sz w:val="24"/>
                <w:szCs w:val="24"/>
              </w:rPr>
              <w:t>.</w:t>
            </w:r>
            <w:r w:rsidR="00010284" w:rsidRPr="00FD495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5747A" w:rsidRPr="009C54AE" w14:paraId="0C3B48DD" w14:textId="77777777" w:rsidTr="00EA75A0">
        <w:tc>
          <w:tcPr>
            <w:tcW w:w="9639" w:type="dxa"/>
            <w:vAlign w:val="center"/>
          </w:tcPr>
          <w:p w14:paraId="32B6071A" w14:textId="14E2E1B8" w:rsidR="0085747A" w:rsidRPr="00FD495E" w:rsidRDefault="00044E5E" w:rsidP="00EA75A0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FD495E">
              <w:rPr>
                <w:rFonts w:ascii="Corbel" w:hAnsi="Corbel"/>
                <w:sz w:val="24"/>
                <w:szCs w:val="24"/>
              </w:rPr>
              <w:t>Etyka doradcy podatkowego</w:t>
            </w:r>
            <w:r w:rsidR="005464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44E5E" w:rsidRPr="009C54AE" w14:paraId="03074277" w14:textId="77777777" w:rsidTr="00EA75A0">
        <w:tc>
          <w:tcPr>
            <w:tcW w:w="9639" w:type="dxa"/>
            <w:vAlign w:val="center"/>
          </w:tcPr>
          <w:p w14:paraId="66AC8215" w14:textId="712DBD43" w:rsidR="00044E5E" w:rsidRPr="00FD495E" w:rsidRDefault="00010284" w:rsidP="00EA75A0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FD495E">
              <w:rPr>
                <w:rFonts w:ascii="Corbel" w:hAnsi="Corbel"/>
                <w:sz w:val="24"/>
                <w:szCs w:val="24"/>
              </w:rPr>
              <w:t xml:space="preserve">Czasopisma branżowe z zakresu prawa podatkowego </w:t>
            </w:r>
            <w:r w:rsidR="00C64E53" w:rsidRPr="00FD495E">
              <w:rPr>
                <w:rFonts w:ascii="Corbel" w:hAnsi="Corbel"/>
                <w:sz w:val="24"/>
                <w:szCs w:val="24"/>
              </w:rPr>
              <w:t xml:space="preserve">i bazy danych wykorzystywane </w:t>
            </w:r>
            <w:r w:rsidR="00EA75A0">
              <w:rPr>
                <w:rFonts w:ascii="Corbel" w:hAnsi="Corbel"/>
                <w:sz w:val="24"/>
                <w:szCs w:val="24"/>
              </w:rPr>
              <w:br/>
            </w:r>
            <w:r w:rsidR="00C64E53" w:rsidRPr="00FD495E">
              <w:rPr>
                <w:rFonts w:ascii="Corbel" w:hAnsi="Corbel"/>
                <w:sz w:val="24"/>
                <w:szCs w:val="24"/>
              </w:rPr>
              <w:t>w praktyce doradcy podatkowego – prezentacja</w:t>
            </w:r>
            <w:r w:rsidR="005464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6076E944" w14:textId="77777777" w:rsidTr="00EA75A0">
        <w:tc>
          <w:tcPr>
            <w:tcW w:w="9639" w:type="dxa"/>
            <w:vAlign w:val="center"/>
          </w:tcPr>
          <w:p w14:paraId="596706A6" w14:textId="02C2ABD4" w:rsidR="0085747A" w:rsidRPr="00FD495E" w:rsidRDefault="00044E5E" w:rsidP="00EA75A0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FD495E">
              <w:rPr>
                <w:rFonts w:ascii="Corbel" w:hAnsi="Corbel"/>
                <w:sz w:val="24"/>
                <w:szCs w:val="24"/>
              </w:rPr>
              <w:t xml:space="preserve">Udział w rozprawie przed Wojewódzkim Sądem Administracyjnym w </w:t>
            </w:r>
            <w:r w:rsidR="00CA23EA" w:rsidRPr="00FD495E">
              <w:rPr>
                <w:rFonts w:ascii="Corbel" w:hAnsi="Corbel"/>
                <w:sz w:val="24"/>
                <w:szCs w:val="24"/>
              </w:rPr>
              <w:t xml:space="preserve">Rzeszowie w </w:t>
            </w:r>
            <w:r w:rsidRPr="00FD495E">
              <w:rPr>
                <w:rFonts w:ascii="Corbel" w:hAnsi="Corbel"/>
                <w:sz w:val="24"/>
                <w:szCs w:val="24"/>
              </w:rPr>
              <w:t xml:space="preserve">sprawie </w:t>
            </w:r>
            <w:r w:rsidR="00EA75A0">
              <w:rPr>
                <w:rFonts w:ascii="Corbel" w:hAnsi="Corbel"/>
                <w:sz w:val="24"/>
                <w:szCs w:val="24"/>
              </w:rPr>
              <w:br/>
            </w:r>
            <w:r w:rsidRPr="00FD495E">
              <w:rPr>
                <w:rFonts w:ascii="Corbel" w:hAnsi="Corbel"/>
                <w:sz w:val="24"/>
                <w:szCs w:val="24"/>
              </w:rPr>
              <w:t>z zakresu prawa podatkowego</w:t>
            </w:r>
            <w:r w:rsidR="005464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44E5E" w:rsidRPr="009C54AE" w14:paraId="3F4F5749" w14:textId="77777777" w:rsidTr="00EA75A0">
        <w:tc>
          <w:tcPr>
            <w:tcW w:w="9639" w:type="dxa"/>
            <w:vAlign w:val="center"/>
          </w:tcPr>
          <w:p w14:paraId="4CDFC32C" w14:textId="638ED781" w:rsidR="00044E5E" w:rsidRPr="00FD495E" w:rsidRDefault="00044E5E" w:rsidP="00EA75A0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FD495E">
              <w:rPr>
                <w:rFonts w:ascii="Corbel" w:hAnsi="Corbel"/>
                <w:sz w:val="24"/>
                <w:szCs w:val="24"/>
              </w:rPr>
              <w:t>Wizyta w Podkarpackiej Izbie Doradców Podatkowych – spotkanie z doradcą podatkowym</w:t>
            </w:r>
            <w:r w:rsidR="005464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44E5E" w:rsidRPr="009C54AE" w14:paraId="08CCBDCB" w14:textId="77777777" w:rsidTr="00EA75A0">
        <w:tc>
          <w:tcPr>
            <w:tcW w:w="9639" w:type="dxa"/>
            <w:vAlign w:val="center"/>
          </w:tcPr>
          <w:p w14:paraId="7DAA4958" w14:textId="6F9CC030" w:rsidR="00044E5E" w:rsidRPr="00FD495E" w:rsidRDefault="00044E5E" w:rsidP="00EA75A0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FD495E">
              <w:rPr>
                <w:rFonts w:ascii="Corbel" w:hAnsi="Corbel"/>
                <w:sz w:val="24"/>
                <w:szCs w:val="24"/>
              </w:rPr>
              <w:t>Wizyta w organie podatkowym – spotkanie z pracownikiem organów podatkowych (urz</w:t>
            </w:r>
            <w:r w:rsidR="007C5576">
              <w:rPr>
                <w:rFonts w:ascii="Corbel" w:hAnsi="Corbel"/>
                <w:sz w:val="24"/>
                <w:szCs w:val="24"/>
              </w:rPr>
              <w:t>ę</w:t>
            </w:r>
            <w:r w:rsidRPr="00FD495E">
              <w:rPr>
                <w:rFonts w:ascii="Corbel" w:hAnsi="Corbel"/>
                <w:sz w:val="24"/>
                <w:szCs w:val="24"/>
              </w:rPr>
              <w:t>d</w:t>
            </w:r>
            <w:r w:rsidR="007C5576">
              <w:rPr>
                <w:rFonts w:ascii="Corbel" w:hAnsi="Corbel"/>
                <w:sz w:val="24"/>
                <w:szCs w:val="24"/>
              </w:rPr>
              <w:t>u</w:t>
            </w:r>
            <w:r w:rsidRPr="00FD495E">
              <w:rPr>
                <w:rFonts w:ascii="Corbel" w:hAnsi="Corbel"/>
                <w:sz w:val="24"/>
                <w:szCs w:val="24"/>
              </w:rPr>
              <w:t xml:space="preserve"> skarbow</w:t>
            </w:r>
            <w:r w:rsidR="007C5576">
              <w:rPr>
                <w:rFonts w:ascii="Corbel" w:hAnsi="Corbel"/>
                <w:sz w:val="24"/>
                <w:szCs w:val="24"/>
              </w:rPr>
              <w:t>ego</w:t>
            </w:r>
            <w:r w:rsidRPr="00FD495E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6D70">
              <w:rPr>
                <w:rFonts w:ascii="Corbel" w:hAnsi="Corbel"/>
                <w:sz w:val="24"/>
                <w:szCs w:val="24"/>
              </w:rPr>
              <w:t xml:space="preserve">izby administracji skarbowej, </w:t>
            </w:r>
            <w:r w:rsidRPr="00FD495E">
              <w:rPr>
                <w:rFonts w:ascii="Corbel" w:hAnsi="Corbel"/>
                <w:sz w:val="24"/>
                <w:szCs w:val="24"/>
              </w:rPr>
              <w:t>samorządowe</w:t>
            </w:r>
            <w:r w:rsidR="007C5576">
              <w:rPr>
                <w:rFonts w:ascii="Corbel" w:hAnsi="Corbel"/>
                <w:sz w:val="24"/>
                <w:szCs w:val="24"/>
              </w:rPr>
              <w:t>go</w:t>
            </w:r>
            <w:r w:rsidRPr="00FD495E">
              <w:rPr>
                <w:rFonts w:ascii="Corbel" w:hAnsi="Corbel"/>
                <w:sz w:val="24"/>
                <w:szCs w:val="24"/>
              </w:rPr>
              <w:t xml:space="preserve"> kolegium odwoławcze</w:t>
            </w:r>
            <w:r w:rsidR="007C5576">
              <w:rPr>
                <w:rFonts w:ascii="Corbel" w:hAnsi="Corbel"/>
                <w:sz w:val="24"/>
                <w:szCs w:val="24"/>
              </w:rPr>
              <w:t>go</w:t>
            </w:r>
            <w:r w:rsidRPr="00FD495E">
              <w:rPr>
                <w:rFonts w:ascii="Corbel" w:hAnsi="Corbel"/>
                <w:sz w:val="24"/>
                <w:szCs w:val="24"/>
              </w:rPr>
              <w:t xml:space="preserve">, </w:t>
            </w:r>
            <w:r w:rsidR="007C5576">
              <w:rPr>
                <w:rFonts w:ascii="Corbel" w:hAnsi="Corbel"/>
                <w:sz w:val="24"/>
                <w:szCs w:val="24"/>
              </w:rPr>
              <w:t xml:space="preserve">wydziału finansowego </w:t>
            </w:r>
            <w:r w:rsidRPr="00FD495E">
              <w:rPr>
                <w:rFonts w:ascii="Corbel" w:hAnsi="Corbel"/>
                <w:sz w:val="24"/>
                <w:szCs w:val="24"/>
              </w:rPr>
              <w:t>urz</w:t>
            </w:r>
            <w:r w:rsidR="007C5576">
              <w:rPr>
                <w:rFonts w:ascii="Corbel" w:hAnsi="Corbel"/>
                <w:sz w:val="24"/>
                <w:szCs w:val="24"/>
              </w:rPr>
              <w:t>ę</w:t>
            </w:r>
            <w:r w:rsidRPr="00FD495E">
              <w:rPr>
                <w:rFonts w:ascii="Corbel" w:hAnsi="Corbel"/>
                <w:sz w:val="24"/>
                <w:szCs w:val="24"/>
              </w:rPr>
              <w:t>d</w:t>
            </w:r>
            <w:r w:rsidR="007C5576">
              <w:rPr>
                <w:rFonts w:ascii="Corbel" w:hAnsi="Corbel"/>
                <w:sz w:val="24"/>
                <w:szCs w:val="24"/>
              </w:rPr>
              <w:t>u</w:t>
            </w:r>
            <w:r w:rsidRPr="00FD495E">
              <w:rPr>
                <w:rFonts w:ascii="Corbel" w:hAnsi="Corbel"/>
                <w:sz w:val="24"/>
                <w:szCs w:val="24"/>
              </w:rPr>
              <w:t xml:space="preserve"> gminy)</w:t>
            </w:r>
            <w:r w:rsidR="005464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44E5E" w:rsidRPr="009C54AE" w14:paraId="1940EE94" w14:textId="77777777" w:rsidTr="00EA75A0">
        <w:tc>
          <w:tcPr>
            <w:tcW w:w="9639" w:type="dxa"/>
            <w:vAlign w:val="center"/>
          </w:tcPr>
          <w:p w14:paraId="1EAE2151" w14:textId="3AD55822" w:rsidR="00044E5E" w:rsidRPr="00FD495E" w:rsidRDefault="00044E5E" w:rsidP="00EA75A0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FD495E">
              <w:rPr>
                <w:rFonts w:ascii="Corbel" w:hAnsi="Corbel"/>
                <w:sz w:val="24"/>
                <w:szCs w:val="24"/>
              </w:rPr>
              <w:t xml:space="preserve">Spotkanie z główny księgowym podmiotu gospodarczego – specyfika zawodu księgowego </w:t>
            </w:r>
            <w:r w:rsidR="00EA75A0">
              <w:rPr>
                <w:rFonts w:ascii="Corbel" w:hAnsi="Corbel"/>
                <w:sz w:val="24"/>
                <w:szCs w:val="24"/>
              </w:rPr>
              <w:br/>
            </w:r>
            <w:r w:rsidRPr="00FD495E">
              <w:rPr>
                <w:rFonts w:ascii="Corbel" w:hAnsi="Corbel"/>
                <w:sz w:val="24"/>
                <w:szCs w:val="24"/>
              </w:rPr>
              <w:t>a zawód doradcy podatkowego</w:t>
            </w:r>
            <w:r w:rsidR="005464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A23EA" w:rsidRPr="009C54AE" w14:paraId="5ACB098F" w14:textId="77777777" w:rsidTr="00EA75A0">
        <w:tc>
          <w:tcPr>
            <w:tcW w:w="9639" w:type="dxa"/>
            <w:vAlign w:val="center"/>
          </w:tcPr>
          <w:p w14:paraId="6636AE56" w14:textId="25A2E1E0" w:rsidR="00CA23EA" w:rsidRPr="00FD495E" w:rsidRDefault="007C5576" w:rsidP="00EA75A0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FD495E">
              <w:rPr>
                <w:rFonts w:ascii="Corbel" w:hAnsi="Corbel"/>
                <w:sz w:val="24"/>
                <w:szCs w:val="24"/>
              </w:rPr>
              <w:t>Udział studentów (jako słuchaczy) w panelu konferencji naukowej/seminarium ogólnokrajow</w:t>
            </w:r>
            <w:r w:rsidR="00684312">
              <w:rPr>
                <w:rFonts w:ascii="Corbel" w:hAnsi="Corbel"/>
                <w:sz w:val="24"/>
                <w:szCs w:val="24"/>
              </w:rPr>
              <w:t>ym</w:t>
            </w:r>
            <w:r w:rsidRPr="00FD495E">
              <w:rPr>
                <w:rFonts w:ascii="Corbel" w:hAnsi="Corbel"/>
                <w:sz w:val="24"/>
                <w:szCs w:val="24"/>
              </w:rPr>
              <w:t xml:space="preserve"> z zakresu prawa podatkowego </w:t>
            </w:r>
            <w:r>
              <w:rPr>
                <w:rFonts w:ascii="Corbel" w:hAnsi="Corbel"/>
                <w:sz w:val="24"/>
                <w:szCs w:val="24"/>
              </w:rPr>
              <w:t xml:space="preserve">zorganizowanym przez jednostkę naukową np. Ośrodek Studiów Fiskalnych UMK, Centrum Dokumentacji i Studiów Podatkowych </w:t>
            </w:r>
            <w:r w:rsidRPr="00FD495E">
              <w:rPr>
                <w:rFonts w:ascii="Corbel" w:hAnsi="Corbel"/>
                <w:sz w:val="24"/>
                <w:szCs w:val="24"/>
              </w:rPr>
              <w:t>(forma on-line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</w:tr>
    </w:tbl>
    <w:p w14:paraId="5D65B9DC" w14:textId="77777777" w:rsidR="005C4AC2" w:rsidRPr="00EA75A0" w:rsidRDefault="005C4AC2" w:rsidP="009C54AE">
      <w:pPr>
        <w:pStyle w:val="Punktygwne"/>
        <w:spacing w:before="0" w:after="0"/>
        <w:ind w:left="426"/>
        <w:rPr>
          <w:rFonts w:ascii="Corbel" w:hAnsi="Corbel"/>
          <w:b w:val="0"/>
          <w:bCs/>
          <w:smallCaps w:val="0"/>
          <w:szCs w:val="24"/>
        </w:rPr>
      </w:pPr>
    </w:p>
    <w:p w14:paraId="3D9E5033" w14:textId="77777777" w:rsidR="00EA75A0" w:rsidRDefault="00EA75A0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2B5B5671" w14:textId="08ABB07D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</w:t>
      </w:r>
      <w:r w:rsidR="00EA75A0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61EF87B2" w14:textId="77777777" w:rsidR="007C7313" w:rsidRDefault="007C7313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A451" w14:textId="027CDAF9" w:rsidR="00E960BB" w:rsidRPr="005C4AC2" w:rsidRDefault="00EA75A0" w:rsidP="00EA75A0">
      <w:pPr>
        <w:pStyle w:val="Punktygwne"/>
        <w:tabs>
          <w:tab w:val="left" w:pos="284"/>
        </w:tabs>
        <w:spacing w:before="0" w:after="0"/>
        <w:ind w:left="89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Konwersatorium - a</w:t>
      </w:r>
      <w:r w:rsidR="009732BC" w:rsidRPr="005C4AC2">
        <w:rPr>
          <w:rFonts w:ascii="Corbel" w:hAnsi="Corbel"/>
          <w:b w:val="0"/>
          <w:smallCaps w:val="0"/>
          <w:szCs w:val="24"/>
        </w:rPr>
        <w:t>naliza i interpretacja tekstów źródłowych, analiza przypadków, dyskusja, rozwiązywanie zadań.</w:t>
      </w:r>
    </w:p>
    <w:p w14:paraId="562D9CBA" w14:textId="77777777" w:rsidR="00E960BB" w:rsidRPr="00EA75A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14:paraId="2EE27B9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1AC1889" w14:textId="77777777" w:rsidR="00923D7D" w:rsidRPr="00EA75A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14:paraId="023620F5" w14:textId="25A2C5AC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EA75A0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19AFA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5956"/>
        <w:gridCol w:w="2117"/>
      </w:tblGrid>
      <w:tr w:rsidR="0085747A" w:rsidRPr="009C54AE" w14:paraId="3329E3F3" w14:textId="77777777" w:rsidTr="00EA75A0">
        <w:tc>
          <w:tcPr>
            <w:tcW w:w="1447" w:type="dxa"/>
            <w:vAlign w:val="center"/>
          </w:tcPr>
          <w:p w14:paraId="618F5DA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956" w:type="dxa"/>
            <w:vAlign w:val="center"/>
          </w:tcPr>
          <w:p w14:paraId="54086685" w14:textId="71CEBEB6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5464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14:paraId="6151E58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DDED3B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86C05D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732BC" w:rsidRPr="00AA59FE" w14:paraId="2E4A8FED" w14:textId="77777777" w:rsidTr="00EA75A0">
        <w:trPr>
          <w:trHeight w:val="340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AB3FF" w14:textId="55D543A8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82BDB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 pisemny (ewentualnie  ustny)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751D0" w14:textId="22545847" w:rsidR="009732BC" w:rsidRPr="009732BC" w:rsidRDefault="005E7BA6" w:rsidP="00DF64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C4AC2">
              <w:rPr>
                <w:rFonts w:ascii="Corbel" w:hAnsi="Corbel"/>
                <w:b w:val="0"/>
                <w:smallCaps w:val="0"/>
                <w:szCs w:val="24"/>
              </w:rPr>
              <w:t>onw</w:t>
            </w:r>
            <w:proofErr w:type="spellEnd"/>
          </w:p>
        </w:tc>
      </w:tr>
      <w:tr w:rsidR="005C4AC2" w:rsidRPr="00AA59FE" w14:paraId="3B117D0B" w14:textId="77777777" w:rsidTr="00EA75A0">
        <w:trPr>
          <w:trHeight w:val="340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03822" w14:textId="71916955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663AB" w14:textId="7777777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 pisemny (ewentualnie ustny)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A5F94" w14:textId="581A4DBB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8513B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</w:p>
        </w:tc>
      </w:tr>
      <w:tr w:rsidR="005C4AC2" w:rsidRPr="00AA59FE" w14:paraId="61928E73" w14:textId="77777777" w:rsidTr="00EA75A0">
        <w:trPr>
          <w:trHeight w:val="340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6E564" w14:textId="7777777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AF15D" w14:textId="7777777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A53ED" w14:textId="16D05C42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8513B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</w:p>
        </w:tc>
      </w:tr>
      <w:tr w:rsidR="005C4AC2" w:rsidRPr="00AA59FE" w14:paraId="1C3A3E80" w14:textId="77777777" w:rsidTr="00EA75A0">
        <w:trPr>
          <w:trHeight w:val="340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FCC6F" w14:textId="7777777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2A56D" w14:textId="7777777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11E0A" w14:textId="2DDF8F36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8513B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</w:p>
        </w:tc>
      </w:tr>
      <w:tr w:rsidR="005C4AC2" w:rsidRPr="00AA59FE" w14:paraId="48E0EB30" w14:textId="77777777" w:rsidTr="00EA75A0">
        <w:trPr>
          <w:trHeight w:val="340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C7850" w14:textId="7777777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0574D" w14:textId="7777777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1EE54" w14:textId="4D8945F9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8513B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</w:p>
        </w:tc>
      </w:tr>
      <w:tr w:rsidR="005C4AC2" w:rsidRPr="00AA59FE" w14:paraId="0761F710" w14:textId="77777777" w:rsidTr="00EA75A0">
        <w:trPr>
          <w:trHeight w:val="340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B6A59" w14:textId="7777777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_06</w:t>
            </w: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BD757" w14:textId="7777777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0D395" w14:textId="20E13452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8513B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</w:p>
        </w:tc>
      </w:tr>
      <w:tr w:rsidR="005C4AC2" w:rsidRPr="00AA59FE" w14:paraId="2D5A5E77" w14:textId="77777777" w:rsidTr="00EA75A0">
        <w:trPr>
          <w:trHeight w:val="340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FE512" w14:textId="7777777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_07</w:t>
            </w: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3CF97" w14:textId="7777777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F847C" w14:textId="0AB4EAF2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8513B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</w:p>
        </w:tc>
      </w:tr>
      <w:tr w:rsidR="005C4AC2" w:rsidRPr="00AA59FE" w14:paraId="13BC7C12" w14:textId="77777777" w:rsidTr="00EA75A0">
        <w:trPr>
          <w:trHeight w:val="340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6D7C3" w14:textId="7777777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_08</w:t>
            </w: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0608D" w14:textId="7777777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50639" w14:textId="4F7441F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8513B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</w:p>
        </w:tc>
      </w:tr>
      <w:tr w:rsidR="005C4AC2" w:rsidRPr="00AA59FE" w14:paraId="0F41E44D" w14:textId="77777777" w:rsidTr="00EA75A0">
        <w:trPr>
          <w:trHeight w:val="340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07D54" w14:textId="7777777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_09</w:t>
            </w: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4E198" w14:textId="7777777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F7B82" w14:textId="190FBC2E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8513B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</w:p>
        </w:tc>
      </w:tr>
      <w:tr w:rsidR="005C4AC2" w:rsidRPr="00AA59FE" w14:paraId="4D1AA2FE" w14:textId="77777777" w:rsidTr="00EA75A0">
        <w:trPr>
          <w:trHeight w:val="340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008AE" w14:textId="7777777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9E995" w14:textId="7777777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2C208" w14:textId="68535DD5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8513B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</w:p>
        </w:tc>
      </w:tr>
      <w:tr w:rsidR="005C4AC2" w:rsidRPr="00AA59FE" w14:paraId="217053BF" w14:textId="77777777" w:rsidTr="00EA75A0">
        <w:trPr>
          <w:trHeight w:val="340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BCE4E" w14:textId="7777777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64C9F" w14:textId="4331AD59" w:rsidR="005C4AC2" w:rsidRPr="00EA75A0" w:rsidRDefault="005409D1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75A0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631C5" w14:textId="7B00E5FE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8513B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</w:p>
        </w:tc>
      </w:tr>
      <w:tr w:rsidR="009732BC" w:rsidRPr="00AA59FE" w14:paraId="27A5D412" w14:textId="77777777" w:rsidTr="00EA75A0">
        <w:trPr>
          <w:trHeight w:val="340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97F8E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F5B21" w14:textId="7BC2C502" w:rsidR="009732BC" w:rsidRPr="00EA75A0" w:rsidRDefault="005409D1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75A0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7D43B" w14:textId="2566DE62" w:rsidR="009732BC" w:rsidRPr="009732BC" w:rsidRDefault="005C4AC2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</w:p>
        </w:tc>
      </w:tr>
    </w:tbl>
    <w:p w14:paraId="6869658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682011" w14:textId="72BF5DE8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EA75A0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BA2FEF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C56069E" w14:textId="77777777" w:rsidTr="00923D7D">
        <w:tc>
          <w:tcPr>
            <w:tcW w:w="9670" w:type="dxa"/>
          </w:tcPr>
          <w:p w14:paraId="4766584B" w14:textId="68533ADC" w:rsidR="0085747A" w:rsidRPr="00EA75A0" w:rsidRDefault="00632E46" w:rsidP="0001028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A75A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egzamin polega na udzieleniu odpowiedzi na pytania problemowe (3) w tym jednego o charakterze </w:t>
            </w:r>
            <w:proofErr w:type="spellStart"/>
            <w:r w:rsidRPr="00EA75A0">
              <w:rPr>
                <w:rFonts w:ascii="Corbel" w:hAnsi="Corbel"/>
                <w:b w:val="0"/>
                <w:bCs/>
                <w:smallCaps w:val="0"/>
                <w:szCs w:val="24"/>
              </w:rPr>
              <w:t>kazus</w:t>
            </w:r>
            <w:r w:rsidR="002E0276" w:rsidRPr="00EA75A0">
              <w:rPr>
                <w:rFonts w:ascii="Corbel" w:hAnsi="Corbel"/>
                <w:b w:val="0"/>
                <w:bCs/>
                <w:smallCaps w:val="0"/>
                <w:szCs w:val="24"/>
              </w:rPr>
              <w:t>owym</w:t>
            </w:r>
            <w:proofErr w:type="spellEnd"/>
            <w:r w:rsidRPr="00EA75A0">
              <w:rPr>
                <w:rFonts w:ascii="Corbel" w:hAnsi="Corbel"/>
                <w:b w:val="0"/>
                <w:bCs/>
                <w:smallCaps w:val="0"/>
                <w:szCs w:val="24"/>
              </w:rPr>
              <w:t>. w trakcie egzaminu dopuszczalne jest korzystanie z literatury oraz źródeł prawa w tym  źródeł internetowych. Warunkiem zdania egzaminu jest uzyskani</w:t>
            </w:r>
            <w:r w:rsidR="002E0276" w:rsidRPr="00EA75A0">
              <w:rPr>
                <w:rFonts w:ascii="Corbel" w:hAnsi="Corbel"/>
                <w:b w:val="0"/>
                <w:bCs/>
                <w:smallCaps w:val="0"/>
                <w:szCs w:val="24"/>
              </w:rPr>
              <w:t>e</w:t>
            </w:r>
            <w:r w:rsidRPr="00EA75A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pozytywnej oceny</w:t>
            </w:r>
            <w:r w:rsidR="002E0276" w:rsidRPr="00EA75A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tj. </w:t>
            </w:r>
            <w:r w:rsidRPr="00EA75A0">
              <w:rPr>
                <w:rFonts w:ascii="Corbel" w:hAnsi="Corbel"/>
                <w:b w:val="0"/>
                <w:bCs/>
                <w:smallCaps w:val="0"/>
                <w:szCs w:val="24"/>
              </w:rPr>
              <w:t>udzielenia poprawnych odpowiedzi na minimum 50% pytań. e</w:t>
            </w:r>
            <w:r w:rsidR="002E0276" w:rsidRPr="00EA75A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gzamin </w:t>
            </w:r>
            <w:r w:rsidRPr="00EA75A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trwa łącznie 1 godzinę. W wypadku zaliczenia ustnego – 3 pytania zadawane bezpośrednio przez egzaminatora.</w:t>
            </w:r>
          </w:p>
        </w:tc>
      </w:tr>
    </w:tbl>
    <w:p w14:paraId="4B48BF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DEE581" w14:textId="77777777" w:rsidR="009F4610" w:rsidRPr="009C54AE" w:rsidRDefault="0085747A" w:rsidP="003E0A2D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21750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9C54AE" w14:paraId="06C18FF2" w14:textId="77777777" w:rsidTr="003E0A2D">
        <w:tc>
          <w:tcPr>
            <w:tcW w:w="5132" w:type="dxa"/>
            <w:vAlign w:val="center"/>
          </w:tcPr>
          <w:p w14:paraId="136968F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4DEC8BF2" w14:textId="5C05F95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F6D7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58580B2" w14:textId="77777777" w:rsidTr="003E0A2D">
        <w:trPr>
          <w:trHeight w:val="441"/>
        </w:trPr>
        <w:tc>
          <w:tcPr>
            <w:tcW w:w="5132" w:type="dxa"/>
            <w:vAlign w:val="center"/>
          </w:tcPr>
          <w:p w14:paraId="4ABBDFE6" w14:textId="01356B95" w:rsidR="0085747A" w:rsidRPr="009C54AE" w:rsidRDefault="00C61DC5" w:rsidP="003E0A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odziny</w:t>
            </w:r>
            <w:r w:rsidR="005C4AC2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z </w:t>
            </w:r>
            <w:r w:rsidR="005C4AC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88" w:type="dxa"/>
          </w:tcPr>
          <w:p w14:paraId="2489621C" w14:textId="7A75FE2B" w:rsidR="0085747A" w:rsidRPr="009C54AE" w:rsidRDefault="00B8247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D391689" w14:textId="77777777" w:rsidTr="003E0A2D">
        <w:tc>
          <w:tcPr>
            <w:tcW w:w="5132" w:type="dxa"/>
          </w:tcPr>
          <w:p w14:paraId="2DA7132B" w14:textId="28F441DF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7C7313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D971EA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88" w:type="dxa"/>
          </w:tcPr>
          <w:p w14:paraId="2980CCAF" w14:textId="77777777" w:rsidR="00C61DC5" w:rsidRPr="009C54AE" w:rsidRDefault="009732B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7C05BBB" w14:textId="77777777" w:rsidTr="003E0A2D">
        <w:tc>
          <w:tcPr>
            <w:tcW w:w="5132" w:type="dxa"/>
          </w:tcPr>
          <w:p w14:paraId="2222721E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E80B56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88" w:type="dxa"/>
          </w:tcPr>
          <w:p w14:paraId="4ABBF55A" w14:textId="013508BD" w:rsidR="00C61DC5" w:rsidRPr="009C54AE" w:rsidRDefault="00B8247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168</w:t>
            </w:r>
          </w:p>
        </w:tc>
      </w:tr>
      <w:tr w:rsidR="0085747A" w:rsidRPr="009C54AE" w14:paraId="2BEE84A2" w14:textId="77777777" w:rsidTr="003E0A2D">
        <w:tc>
          <w:tcPr>
            <w:tcW w:w="5132" w:type="dxa"/>
          </w:tcPr>
          <w:p w14:paraId="198BED3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28179652" w14:textId="1F0CE18C" w:rsidR="0085747A" w:rsidRPr="009C54AE" w:rsidRDefault="00B8247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DC618D">
              <w:rPr>
                <w:rFonts w:ascii="Corbel" w:hAnsi="Corbel"/>
                <w:sz w:val="24"/>
                <w:szCs w:val="24"/>
              </w:rPr>
              <w:t>0</w:t>
            </w:r>
            <w:r w:rsidR="003375EB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6771ED6C" w14:textId="77777777" w:rsidTr="003E0A2D">
        <w:tc>
          <w:tcPr>
            <w:tcW w:w="5132" w:type="dxa"/>
          </w:tcPr>
          <w:p w14:paraId="7863013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09323D9A" w14:textId="16332DC0" w:rsidR="0085747A" w:rsidRPr="009C54AE" w:rsidRDefault="00B8247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6E5D820B" w14:textId="7E665E5C" w:rsidR="003E1941" w:rsidRPr="003E0A2D" w:rsidRDefault="00923D7D" w:rsidP="003E0A2D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452C59A" w14:textId="0EDCEBFC" w:rsidR="0085747A" w:rsidRPr="009C54AE" w:rsidRDefault="005C4AC2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71620A"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4673641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6"/>
        <w:gridCol w:w="3657"/>
      </w:tblGrid>
      <w:tr w:rsidR="0085747A" w:rsidRPr="009C54AE" w14:paraId="47073557" w14:textId="77777777" w:rsidTr="003E0A2D">
        <w:trPr>
          <w:trHeight w:val="397"/>
        </w:trPr>
        <w:tc>
          <w:tcPr>
            <w:tcW w:w="3856" w:type="dxa"/>
          </w:tcPr>
          <w:p w14:paraId="53D464B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657" w:type="dxa"/>
          </w:tcPr>
          <w:p w14:paraId="16293C9E" w14:textId="77777777" w:rsidR="0085747A" w:rsidRPr="009C54AE" w:rsidRDefault="009732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5AF830A" w14:textId="77777777" w:rsidTr="003E0A2D">
        <w:trPr>
          <w:trHeight w:val="397"/>
        </w:trPr>
        <w:tc>
          <w:tcPr>
            <w:tcW w:w="3856" w:type="dxa"/>
          </w:tcPr>
          <w:p w14:paraId="7A96306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657" w:type="dxa"/>
          </w:tcPr>
          <w:p w14:paraId="6ECCE664" w14:textId="77777777" w:rsidR="0085747A" w:rsidRPr="009C54AE" w:rsidRDefault="009732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942E21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DE2C4A" w14:textId="77777777" w:rsidR="00F86D1D" w:rsidRDefault="00F86D1D" w:rsidP="00F86D1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7. LITERATURA</w:t>
      </w:r>
    </w:p>
    <w:p w14:paraId="6DB8F3D3" w14:textId="77777777" w:rsidR="00F86D1D" w:rsidRDefault="00F86D1D" w:rsidP="00F86D1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F86D1D" w14:paraId="4407475B" w14:textId="77777777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EE22E" w14:textId="77777777" w:rsidR="00F86D1D" w:rsidRDefault="00F86D1D">
            <w:pPr>
              <w:pStyle w:val="Punktygwne"/>
              <w:spacing w:before="60" w:after="0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17E7FAB8" w14:textId="77777777" w:rsidR="00F86D1D" w:rsidRDefault="00F86D1D">
            <w:pPr>
              <w:pStyle w:val="Punktygwne"/>
              <w:spacing w:before="6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B. Brzeziński, A. Olesińska, A. Franczak,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Polskie prawo podatkowe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2024.</w:t>
            </w:r>
          </w:p>
          <w:p w14:paraId="398A2FFF" w14:textId="77777777" w:rsidR="00F86D1D" w:rsidRDefault="00F86D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R. Mastalski,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Prawo podatkowe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2023,</w:t>
            </w:r>
          </w:p>
          <w:p w14:paraId="05602A99" w14:textId="77777777" w:rsidR="00F86D1D" w:rsidRDefault="00F86D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P. Smoleń , W. Wójtowicz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Prawo podatkowe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2021.</w:t>
            </w:r>
          </w:p>
          <w:p w14:paraId="554EE4B5" w14:textId="77777777" w:rsidR="00F86D1D" w:rsidRDefault="00F86D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Borszowski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(red.),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Prawo podatkowe z kazusami i pytaniami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br/>
              <w:t>Warszawa 2023,</w:t>
            </w:r>
          </w:p>
          <w:p w14:paraId="4EA8C546" w14:textId="77777777" w:rsidR="00F86D1D" w:rsidRDefault="00F86D1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A. </w:t>
            </w:r>
            <w:proofErr w:type="spellStart"/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Gomułowicz</w:t>
            </w:r>
            <w:proofErr w:type="spellEnd"/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D. Mączyński, </w:t>
            </w:r>
            <w:r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Podatki i prawo podatkowe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br/>
              <w:t>Warszawa 2022,</w:t>
            </w:r>
          </w:p>
          <w:p w14:paraId="3BA5003F" w14:textId="77777777" w:rsidR="00F86D1D" w:rsidRDefault="00F86D1D">
            <w:pPr>
              <w:pStyle w:val="Punktygwne"/>
              <w:spacing w:before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B. Brzeziński, </w:t>
            </w:r>
            <w:r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Prawo podatkowe. Zagadnienia teorii i praktyki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, Toruń 2017.</w:t>
            </w:r>
          </w:p>
        </w:tc>
      </w:tr>
      <w:tr w:rsidR="00F86D1D" w14:paraId="6E2D7C9D" w14:textId="77777777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9390F" w14:textId="77777777" w:rsidR="00F86D1D" w:rsidRDefault="00F86D1D">
            <w:pPr>
              <w:spacing w:before="60" w:after="0" w:line="240" w:lineRule="auto"/>
              <w:outlineLvl w:val="0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 xml:space="preserve">Literatura uzupełniająca: </w:t>
            </w:r>
          </w:p>
          <w:p w14:paraId="221EEDD6" w14:textId="77777777" w:rsidR="00F86D1D" w:rsidRDefault="00F86D1D">
            <w:pPr>
              <w:spacing w:before="60" w:after="0" w:line="240" w:lineRule="auto"/>
              <w:outlineLvl w:val="0"/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</w:pPr>
            <w:r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 xml:space="preserve">A. Franczak, P. Majka, J. </w:t>
            </w:r>
            <w:proofErr w:type="spellStart"/>
            <w:r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>Pustuł</w:t>
            </w:r>
            <w:proofErr w:type="spellEnd"/>
            <w:r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>, A Olesińska, Kazusy z prawa podatkowego, Toruń 2020,</w:t>
            </w:r>
          </w:p>
          <w:p w14:paraId="1796E81C" w14:textId="77777777" w:rsidR="00F86D1D" w:rsidRDefault="00F86D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Brzeziński B., Kalinowski M.,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Prawo podatkowe Unii Europejskiej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Gdańsk 2017,</w:t>
            </w:r>
          </w:p>
          <w:p w14:paraId="13534AF3" w14:textId="77777777" w:rsidR="00F86D1D" w:rsidRDefault="00F86D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H. Litwińczuk,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Międzynarodowe prawo podatkowe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2020,</w:t>
            </w:r>
          </w:p>
          <w:p w14:paraId="7D6EF868" w14:textId="77777777" w:rsidR="00F86D1D" w:rsidRDefault="00F86D1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bCs/>
                <w:smallCaps w:val="0"/>
                <w:kern w:val="36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bCs/>
                <w:smallCaps w:val="0"/>
                <w:kern w:val="36"/>
                <w:szCs w:val="24"/>
                <w:lang w:eastAsia="pl-PL"/>
              </w:rPr>
              <w:t xml:space="preserve">M. Wyszomirska-Łapczyńska, Pisma urzędowe i pisma procesowe </w:t>
            </w:r>
            <w:r>
              <w:rPr>
                <w:rFonts w:ascii="Corbel" w:eastAsia="Times New Roman" w:hAnsi="Corbel"/>
                <w:b w:val="0"/>
                <w:bCs/>
                <w:smallCaps w:val="0"/>
                <w:kern w:val="36"/>
                <w:szCs w:val="24"/>
                <w:lang w:eastAsia="pl-PL"/>
              </w:rPr>
              <w:br/>
              <w:t>w sprawach podatkowych z objaśnieniami, Warszawa 2019,</w:t>
            </w:r>
          </w:p>
          <w:p w14:paraId="253CAD76" w14:textId="77777777" w:rsidR="00F86D1D" w:rsidRDefault="00F86D1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bCs/>
                <w:smallCaps w:val="0"/>
                <w:kern w:val="36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bCs/>
                <w:smallCaps w:val="0"/>
                <w:kern w:val="36"/>
                <w:szCs w:val="24"/>
              </w:rPr>
              <w:t xml:space="preserve">A. Mariański (red.), </w:t>
            </w:r>
            <w:r>
              <w:rPr>
                <w:rFonts w:ascii="Corbel" w:eastAsia="Times New Roman" w:hAnsi="Corbel"/>
                <w:b w:val="0"/>
                <w:bCs/>
                <w:i/>
                <w:iCs/>
                <w:smallCaps w:val="0"/>
                <w:kern w:val="36"/>
                <w:szCs w:val="24"/>
                <w:lang w:eastAsia="pl-PL"/>
              </w:rPr>
              <w:t>Ustawa o doradztwie podatkowym. Komentarz</w:t>
            </w:r>
            <w:r>
              <w:rPr>
                <w:rFonts w:ascii="Corbel" w:eastAsia="Times New Roman" w:hAnsi="Corbel"/>
                <w:b w:val="0"/>
                <w:bCs/>
                <w:smallCaps w:val="0"/>
                <w:kern w:val="36"/>
                <w:szCs w:val="24"/>
                <w:lang w:eastAsia="pl-PL"/>
              </w:rPr>
              <w:t>, Warszawa 2015,</w:t>
            </w:r>
          </w:p>
          <w:p w14:paraId="23D74F20" w14:textId="77777777" w:rsidR="00F86D1D" w:rsidRDefault="00F86D1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bCs/>
                <w:smallCaps w:val="0"/>
                <w:kern w:val="36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bCs/>
                <w:smallCaps w:val="0"/>
                <w:kern w:val="36"/>
                <w:szCs w:val="24"/>
                <w:lang w:eastAsia="pl-PL"/>
              </w:rPr>
              <w:t xml:space="preserve">A. Mariański (red.), </w:t>
            </w:r>
            <w:r>
              <w:rPr>
                <w:rFonts w:ascii="Corbel" w:eastAsia="Times New Roman" w:hAnsi="Corbel"/>
                <w:b w:val="0"/>
                <w:bCs/>
                <w:i/>
                <w:iCs/>
                <w:smallCaps w:val="0"/>
                <w:kern w:val="36"/>
                <w:szCs w:val="24"/>
                <w:lang w:eastAsia="pl-PL"/>
              </w:rPr>
              <w:t>Etyka dla doradców podatkowych. Komentarz praktyczny, orzecznictwo, stany faktyczne</w:t>
            </w:r>
            <w:r>
              <w:rPr>
                <w:rFonts w:ascii="Corbel" w:eastAsia="Times New Roman" w:hAnsi="Corbel"/>
                <w:b w:val="0"/>
                <w:bCs/>
                <w:smallCaps w:val="0"/>
                <w:kern w:val="36"/>
                <w:szCs w:val="24"/>
                <w:lang w:eastAsia="pl-PL"/>
              </w:rPr>
              <w:t>, Warszawa 2020,</w:t>
            </w:r>
          </w:p>
          <w:p w14:paraId="16034E80" w14:textId="77777777" w:rsidR="00F86D1D" w:rsidRDefault="00F86D1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S. Babiarz, B. </w:t>
            </w:r>
            <w:proofErr w:type="spellStart"/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Dauter</w:t>
            </w:r>
            <w:proofErr w:type="spellEnd"/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R. Hauser, A. Kabat, M. </w:t>
            </w:r>
            <w:proofErr w:type="spellStart"/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Niezgódka-Medek</w:t>
            </w:r>
            <w:proofErr w:type="spellEnd"/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br/>
              <w:t xml:space="preserve">J. Rudowski, </w:t>
            </w:r>
            <w:r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Ordynacja podatkowa. Komentarz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, Warszawa 2024,</w:t>
            </w:r>
          </w:p>
          <w:p w14:paraId="17E7501B" w14:textId="77777777" w:rsidR="00F86D1D" w:rsidRDefault="00F86D1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L. </w:t>
            </w:r>
            <w:proofErr w:type="spellStart"/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Etel</w:t>
            </w:r>
            <w:proofErr w:type="spellEnd"/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(red.), </w:t>
            </w:r>
            <w:r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Ordynacja podatkowa. Komentarz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, Warszawa 2024,</w:t>
            </w:r>
          </w:p>
          <w:p w14:paraId="1FF8D9DA" w14:textId="77777777" w:rsidR="00F86D1D" w:rsidRDefault="00F86D1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L. </w:t>
            </w:r>
            <w:proofErr w:type="spellStart"/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Etel</w:t>
            </w:r>
            <w:proofErr w:type="spellEnd"/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Prawo podatkowe dla każdego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 Białystok 2022,</w:t>
            </w:r>
          </w:p>
          <w:p w14:paraId="28CA42F5" w14:textId="77777777" w:rsidR="00F86D1D" w:rsidRDefault="00F86D1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A. </w:t>
            </w:r>
            <w:proofErr w:type="spellStart"/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Dedrak</w:t>
            </w:r>
            <w:proofErr w:type="spellEnd"/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Wybrane obowiązki informacyjne podatników.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br/>
              <w:t>System podatkowy w Dobie Digitalizacji, Warszawa 2024,</w:t>
            </w:r>
          </w:p>
          <w:p w14:paraId="727784C5" w14:textId="77777777" w:rsidR="00F86D1D" w:rsidRDefault="00F86D1D">
            <w:pPr>
              <w:spacing w:after="6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P. Majka,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Informacje w prawie podatkowym i ich ochrona</w:t>
            </w:r>
            <w:r>
              <w:rPr>
                <w:rFonts w:ascii="Corbel" w:hAnsi="Corbel"/>
                <w:sz w:val="24"/>
                <w:szCs w:val="24"/>
              </w:rPr>
              <w:t>, Rzeszów 2021.</w:t>
            </w:r>
          </w:p>
        </w:tc>
      </w:tr>
    </w:tbl>
    <w:p w14:paraId="62128766" w14:textId="77777777" w:rsidR="00F86D1D" w:rsidRDefault="00F86D1D" w:rsidP="00F86D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E13156" w14:textId="77777777" w:rsidR="00F86D1D" w:rsidRDefault="00F86D1D" w:rsidP="00F86D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92EB5EB" w14:textId="77777777" w:rsidR="00F86D1D" w:rsidRDefault="00F86D1D" w:rsidP="00F86D1D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CC90544" w14:textId="77777777" w:rsidR="00F86D1D" w:rsidRPr="009C54AE" w:rsidRDefault="00F86D1D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F86D1D" w:rsidRPr="009C54AE" w:rsidSect="00F86D1D">
      <w:pgSz w:w="11906" w:h="16838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3F8A3E" w14:textId="77777777" w:rsidR="00411FE5" w:rsidRDefault="00411FE5" w:rsidP="00C16ABF">
      <w:pPr>
        <w:spacing w:after="0" w:line="240" w:lineRule="auto"/>
      </w:pPr>
      <w:r>
        <w:separator/>
      </w:r>
    </w:p>
  </w:endnote>
  <w:endnote w:type="continuationSeparator" w:id="0">
    <w:p w14:paraId="2EE6DC94" w14:textId="77777777" w:rsidR="00411FE5" w:rsidRDefault="00411FE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A60598" w14:textId="77777777" w:rsidR="00411FE5" w:rsidRDefault="00411FE5" w:rsidP="00C16ABF">
      <w:pPr>
        <w:spacing w:after="0" w:line="240" w:lineRule="auto"/>
      </w:pPr>
      <w:r>
        <w:separator/>
      </w:r>
    </w:p>
  </w:footnote>
  <w:footnote w:type="continuationSeparator" w:id="0">
    <w:p w14:paraId="39BDBD73" w14:textId="77777777" w:rsidR="00411FE5" w:rsidRDefault="00411FE5" w:rsidP="00C16ABF">
      <w:pPr>
        <w:spacing w:after="0" w:line="240" w:lineRule="auto"/>
      </w:pPr>
      <w:r>
        <w:continuationSeparator/>
      </w:r>
    </w:p>
  </w:footnote>
  <w:footnote w:id="1">
    <w:p w14:paraId="3705AE77" w14:textId="77777777" w:rsidR="007F0AA8" w:rsidRDefault="007F0AA8" w:rsidP="007F0AA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0894457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0284"/>
    <w:rsid w:val="00015B8F"/>
    <w:rsid w:val="00022ECE"/>
    <w:rsid w:val="00042A51"/>
    <w:rsid w:val="00042D2E"/>
    <w:rsid w:val="00044C82"/>
    <w:rsid w:val="00044E5E"/>
    <w:rsid w:val="00060D7B"/>
    <w:rsid w:val="00063440"/>
    <w:rsid w:val="00070A90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071C"/>
    <w:rsid w:val="000D65E2"/>
    <w:rsid w:val="000F1C57"/>
    <w:rsid w:val="000F5615"/>
    <w:rsid w:val="000F6D70"/>
    <w:rsid w:val="001008AB"/>
    <w:rsid w:val="00124BFF"/>
    <w:rsid w:val="0012560E"/>
    <w:rsid w:val="00126533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AB8"/>
    <w:rsid w:val="00176083"/>
    <w:rsid w:val="00192F37"/>
    <w:rsid w:val="001A70D2"/>
    <w:rsid w:val="001D657B"/>
    <w:rsid w:val="001D7B54"/>
    <w:rsid w:val="001E0209"/>
    <w:rsid w:val="001E231D"/>
    <w:rsid w:val="001E58A0"/>
    <w:rsid w:val="001F2CA2"/>
    <w:rsid w:val="0020163C"/>
    <w:rsid w:val="002144C0"/>
    <w:rsid w:val="0022477D"/>
    <w:rsid w:val="002278A9"/>
    <w:rsid w:val="002278F3"/>
    <w:rsid w:val="002336F9"/>
    <w:rsid w:val="0024028F"/>
    <w:rsid w:val="00244ABC"/>
    <w:rsid w:val="002508AC"/>
    <w:rsid w:val="00257CAA"/>
    <w:rsid w:val="00281FF2"/>
    <w:rsid w:val="002857DE"/>
    <w:rsid w:val="002875AB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0276"/>
    <w:rsid w:val="002F02A3"/>
    <w:rsid w:val="002F4ABE"/>
    <w:rsid w:val="003018BA"/>
    <w:rsid w:val="0030395F"/>
    <w:rsid w:val="00305C92"/>
    <w:rsid w:val="003151C5"/>
    <w:rsid w:val="003343CF"/>
    <w:rsid w:val="003375EB"/>
    <w:rsid w:val="00346FE9"/>
    <w:rsid w:val="0034759A"/>
    <w:rsid w:val="003503F6"/>
    <w:rsid w:val="003530DD"/>
    <w:rsid w:val="00363F78"/>
    <w:rsid w:val="00371996"/>
    <w:rsid w:val="003A0A5B"/>
    <w:rsid w:val="003A1176"/>
    <w:rsid w:val="003C0BAE"/>
    <w:rsid w:val="003D18A9"/>
    <w:rsid w:val="003D6CE2"/>
    <w:rsid w:val="003E0A2D"/>
    <w:rsid w:val="003E1941"/>
    <w:rsid w:val="003E2FE6"/>
    <w:rsid w:val="003E49D5"/>
    <w:rsid w:val="003F337D"/>
    <w:rsid w:val="003F38C0"/>
    <w:rsid w:val="00411FE5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5A46"/>
    <w:rsid w:val="004840FD"/>
    <w:rsid w:val="00490F7D"/>
    <w:rsid w:val="00491678"/>
    <w:rsid w:val="004968E2"/>
    <w:rsid w:val="004A3EEA"/>
    <w:rsid w:val="004A4D1F"/>
    <w:rsid w:val="004C044B"/>
    <w:rsid w:val="004D5282"/>
    <w:rsid w:val="004F1551"/>
    <w:rsid w:val="004F55A3"/>
    <w:rsid w:val="005039DF"/>
    <w:rsid w:val="0050496F"/>
    <w:rsid w:val="00513B6F"/>
    <w:rsid w:val="00517C63"/>
    <w:rsid w:val="00520111"/>
    <w:rsid w:val="005363C4"/>
    <w:rsid w:val="00536BDE"/>
    <w:rsid w:val="005409D1"/>
    <w:rsid w:val="00543ACC"/>
    <w:rsid w:val="0054640C"/>
    <w:rsid w:val="0056015E"/>
    <w:rsid w:val="0056696D"/>
    <w:rsid w:val="0059484D"/>
    <w:rsid w:val="005A0855"/>
    <w:rsid w:val="005A3196"/>
    <w:rsid w:val="005C080F"/>
    <w:rsid w:val="005C4AC2"/>
    <w:rsid w:val="005C55E5"/>
    <w:rsid w:val="005C696A"/>
    <w:rsid w:val="005E6E85"/>
    <w:rsid w:val="005E7BA6"/>
    <w:rsid w:val="005F31D2"/>
    <w:rsid w:val="0061029B"/>
    <w:rsid w:val="00617230"/>
    <w:rsid w:val="00621CE1"/>
    <w:rsid w:val="00627FC9"/>
    <w:rsid w:val="00632E46"/>
    <w:rsid w:val="00634B7D"/>
    <w:rsid w:val="00647FA8"/>
    <w:rsid w:val="00650C5F"/>
    <w:rsid w:val="00653F73"/>
    <w:rsid w:val="00654934"/>
    <w:rsid w:val="006620D9"/>
    <w:rsid w:val="0066604F"/>
    <w:rsid w:val="00671958"/>
    <w:rsid w:val="00675843"/>
    <w:rsid w:val="00684312"/>
    <w:rsid w:val="006953E6"/>
    <w:rsid w:val="00696477"/>
    <w:rsid w:val="006A3D25"/>
    <w:rsid w:val="006C6621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1C7D"/>
    <w:rsid w:val="00724677"/>
    <w:rsid w:val="00725459"/>
    <w:rsid w:val="007327BD"/>
    <w:rsid w:val="00734608"/>
    <w:rsid w:val="00734F56"/>
    <w:rsid w:val="00745302"/>
    <w:rsid w:val="0074571B"/>
    <w:rsid w:val="007461D6"/>
    <w:rsid w:val="00746EC8"/>
    <w:rsid w:val="00762468"/>
    <w:rsid w:val="00762BBA"/>
    <w:rsid w:val="00763BF1"/>
    <w:rsid w:val="00766FD4"/>
    <w:rsid w:val="0078168C"/>
    <w:rsid w:val="00787C2A"/>
    <w:rsid w:val="00790E27"/>
    <w:rsid w:val="007941BE"/>
    <w:rsid w:val="007A4022"/>
    <w:rsid w:val="007A6E6E"/>
    <w:rsid w:val="007B0F4D"/>
    <w:rsid w:val="007B7837"/>
    <w:rsid w:val="007C0309"/>
    <w:rsid w:val="007C3299"/>
    <w:rsid w:val="007C3BCC"/>
    <w:rsid w:val="007C4546"/>
    <w:rsid w:val="007C5576"/>
    <w:rsid w:val="007C7313"/>
    <w:rsid w:val="007D6E56"/>
    <w:rsid w:val="007E5121"/>
    <w:rsid w:val="007F0AA8"/>
    <w:rsid w:val="007F4155"/>
    <w:rsid w:val="007F425A"/>
    <w:rsid w:val="0081554D"/>
    <w:rsid w:val="0081707E"/>
    <w:rsid w:val="00843145"/>
    <w:rsid w:val="008449B3"/>
    <w:rsid w:val="0085747A"/>
    <w:rsid w:val="00877820"/>
    <w:rsid w:val="00884922"/>
    <w:rsid w:val="00885827"/>
    <w:rsid w:val="00885F64"/>
    <w:rsid w:val="008917F9"/>
    <w:rsid w:val="00897622"/>
    <w:rsid w:val="008A45F7"/>
    <w:rsid w:val="008B7E4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5162"/>
    <w:rsid w:val="009508DF"/>
    <w:rsid w:val="00950DAC"/>
    <w:rsid w:val="00954A07"/>
    <w:rsid w:val="009732BC"/>
    <w:rsid w:val="00997F14"/>
    <w:rsid w:val="009A78D9"/>
    <w:rsid w:val="009B54D8"/>
    <w:rsid w:val="009C3E31"/>
    <w:rsid w:val="009C54AE"/>
    <w:rsid w:val="009C5E77"/>
    <w:rsid w:val="009C788E"/>
    <w:rsid w:val="009E3B41"/>
    <w:rsid w:val="009F2E40"/>
    <w:rsid w:val="009F3C5C"/>
    <w:rsid w:val="009F4610"/>
    <w:rsid w:val="00A00ECC"/>
    <w:rsid w:val="00A155EE"/>
    <w:rsid w:val="00A2245B"/>
    <w:rsid w:val="00A2701D"/>
    <w:rsid w:val="00A30110"/>
    <w:rsid w:val="00A31CF0"/>
    <w:rsid w:val="00A31D68"/>
    <w:rsid w:val="00A36899"/>
    <w:rsid w:val="00A371F6"/>
    <w:rsid w:val="00A43BF6"/>
    <w:rsid w:val="00A44BCB"/>
    <w:rsid w:val="00A53FA5"/>
    <w:rsid w:val="00A54817"/>
    <w:rsid w:val="00A601C8"/>
    <w:rsid w:val="00A60799"/>
    <w:rsid w:val="00A77B2F"/>
    <w:rsid w:val="00A84C85"/>
    <w:rsid w:val="00A97DE1"/>
    <w:rsid w:val="00AA13EE"/>
    <w:rsid w:val="00AA68A8"/>
    <w:rsid w:val="00AB053C"/>
    <w:rsid w:val="00AB2460"/>
    <w:rsid w:val="00AD1146"/>
    <w:rsid w:val="00AD27D3"/>
    <w:rsid w:val="00AD66D6"/>
    <w:rsid w:val="00AE1160"/>
    <w:rsid w:val="00AE203C"/>
    <w:rsid w:val="00AE2E74"/>
    <w:rsid w:val="00AE38FE"/>
    <w:rsid w:val="00AE5FCB"/>
    <w:rsid w:val="00AF2C1E"/>
    <w:rsid w:val="00B06142"/>
    <w:rsid w:val="00B10AAC"/>
    <w:rsid w:val="00B135B1"/>
    <w:rsid w:val="00B3130B"/>
    <w:rsid w:val="00B40ADB"/>
    <w:rsid w:val="00B43B77"/>
    <w:rsid w:val="00B43E80"/>
    <w:rsid w:val="00B607DB"/>
    <w:rsid w:val="00B66529"/>
    <w:rsid w:val="00B701C3"/>
    <w:rsid w:val="00B7068E"/>
    <w:rsid w:val="00B75946"/>
    <w:rsid w:val="00B8056E"/>
    <w:rsid w:val="00B817CE"/>
    <w:rsid w:val="00B819C8"/>
    <w:rsid w:val="00B82308"/>
    <w:rsid w:val="00B82474"/>
    <w:rsid w:val="00B90885"/>
    <w:rsid w:val="00BB520A"/>
    <w:rsid w:val="00BC04D5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1F83"/>
    <w:rsid w:val="00C56036"/>
    <w:rsid w:val="00C61DC5"/>
    <w:rsid w:val="00C64E53"/>
    <w:rsid w:val="00C67E92"/>
    <w:rsid w:val="00C70A26"/>
    <w:rsid w:val="00C73C2D"/>
    <w:rsid w:val="00C766DF"/>
    <w:rsid w:val="00C94B98"/>
    <w:rsid w:val="00CA23EA"/>
    <w:rsid w:val="00CA2B96"/>
    <w:rsid w:val="00CA5089"/>
    <w:rsid w:val="00CD46AA"/>
    <w:rsid w:val="00CD6897"/>
    <w:rsid w:val="00CE5BAC"/>
    <w:rsid w:val="00CF25BE"/>
    <w:rsid w:val="00CF78ED"/>
    <w:rsid w:val="00D02B25"/>
    <w:rsid w:val="00D02EBA"/>
    <w:rsid w:val="00D1359C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4770"/>
    <w:rsid w:val="00DA2114"/>
    <w:rsid w:val="00DC618D"/>
    <w:rsid w:val="00DE09C0"/>
    <w:rsid w:val="00DE0CA0"/>
    <w:rsid w:val="00DE4A14"/>
    <w:rsid w:val="00DF320D"/>
    <w:rsid w:val="00DF71C8"/>
    <w:rsid w:val="00E054D8"/>
    <w:rsid w:val="00E129B8"/>
    <w:rsid w:val="00E21E7D"/>
    <w:rsid w:val="00E22FBC"/>
    <w:rsid w:val="00E24BF5"/>
    <w:rsid w:val="00E25338"/>
    <w:rsid w:val="00E51E44"/>
    <w:rsid w:val="00E5709A"/>
    <w:rsid w:val="00E63348"/>
    <w:rsid w:val="00E766EF"/>
    <w:rsid w:val="00E77E88"/>
    <w:rsid w:val="00E8107D"/>
    <w:rsid w:val="00E858BE"/>
    <w:rsid w:val="00E960BB"/>
    <w:rsid w:val="00EA2074"/>
    <w:rsid w:val="00EA4832"/>
    <w:rsid w:val="00EA4E9D"/>
    <w:rsid w:val="00EA75A0"/>
    <w:rsid w:val="00EC1F01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4A93"/>
    <w:rsid w:val="00F7066B"/>
    <w:rsid w:val="00F72A53"/>
    <w:rsid w:val="00F83B28"/>
    <w:rsid w:val="00F86D1D"/>
    <w:rsid w:val="00FA46E5"/>
    <w:rsid w:val="00FB7DBA"/>
    <w:rsid w:val="00FC1C25"/>
    <w:rsid w:val="00FC3F45"/>
    <w:rsid w:val="00FD1CD4"/>
    <w:rsid w:val="00FD495E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D59C7"/>
  <w15:docId w15:val="{AE3F49C0-DF0C-4A1D-9332-0FF50CA19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054D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E054D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580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3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1DE7C5-82AA-4BF3-AFB8-809ACB31D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63</TotalTime>
  <Pages>5</Pages>
  <Words>1377</Words>
  <Characters>8268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9</cp:revision>
  <cp:lastPrinted>2025-11-03T11:32:00Z</cp:lastPrinted>
  <dcterms:created xsi:type="dcterms:W3CDTF">2025-06-26T20:28:00Z</dcterms:created>
  <dcterms:modified xsi:type="dcterms:W3CDTF">2025-11-03T11:34:00Z</dcterms:modified>
</cp:coreProperties>
</file>